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90" w:rsidRPr="00BB1DBB" w:rsidRDefault="006F1CED" w:rsidP="00BB1DBB">
      <w:pPr>
        <w:pStyle w:val="Date"/>
      </w:pPr>
      <w:bookmarkStart w:id="0" w:name="_GoBack"/>
      <w:bookmarkEnd w:id="0"/>
      <w:r w:rsidRPr="00BB1DBB">
        <w:t xml:space="preserve">For Release </w:t>
      </w:r>
      <w:sdt>
        <w:sdtPr>
          <w:alias w:val="Time"/>
          <w:tag w:val="Time"/>
          <w:id w:val="894537114"/>
          <w:placeholder>
            <w:docPart w:val="991987D806B68A4480646DB135F097DA"/>
          </w:placeholder>
          <w:temporary/>
          <w:showingPlcHdr/>
        </w:sdtPr>
        <w:sdtEndPr/>
        <w:sdtContent>
          <w:r w:rsidR="00BB1DBB">
            <w:t>[Time]</w:t>
          </w:r>
        </w:sdtContent>
      </w:sdt>
    </w:p>
    <w:sdt>
      <w:sdtPr>
        <w:alias w:val="Date"/>
        <w:tag w:val="Date"/>
        <w:id w:val="894537236"/>
        <w:placeholder>
          <w:docPart w:val="2A3DCD7CBDD7AD449BBA7EFEEA001906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p w:rsidR="00610E90" w:rsidRPr="00BB1DBB" w:rsidRDefault="00F333C1" w:rsidP="00BB1DBB">
          <w:pPr>
            <w:pStyle w:val="Date"/>
          </w:pPr>
          <w:r>
            <w:t>[Date]</w:t>
          </w:r>
        </w:p>
      </w:sdtContent>
    </w:sdt>
    <w:p w:rsidR="00610E90" w:rsidRPr="00BB1DBB" w:rsidRDefault="0048797B" w:rsidP="00BB1DBB">
      <w:pPr>
        <w:pStyle w:val="Title"/>
      </w:pPr>
      <w:sdt>
        <w:sdtPr>
          <w:alias w:val="Company"/>
          <w:tag w:val="Company"/>
          <w:id w:val="894537170"/>
          <w:placeholder>
            <w:docPart w:val="03A76000B72EE04D9B030C12374732D5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B1DBB">
            <w:t>[Company Name]</w:t>
          </w:r>
        </w:sdtContent>
      </w:sdt>
      <w:r w:rsidR="00E61D92">
        <w:t xml:space="preserve"> </w:t>
      </w:r>
      <w:r w:rsidR="006F1CED" w:rsidRPr="00BB1DBB">
        <w:t xml:space="preserve">Announces </w:t>
      </w:r>
      <w:r w:rsidR="008C6184">
        <w:t xml:space="preserve">Availability of </w:t>
      </w:r>
      <w:sdt>
        <w:sdtPr>
          <w:alias w:val="Product"/>
          <w:tag w:val="Product"/>
          <w:id w:val="894537383"/>
          <w:placeholder>
            <w:docPart w:val="8C7D5B1CF2020C48808E5B074F6313B7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8C6184">
            <w:t>[Product]</w:t>
          </w:r>
        </w:sdtContent>
      </w:sdt>
    </w:p>
    <w:sdt>
      <w:sdtPr>
        <w:alias w:val="Subtitle"/>
        <w:tag w:val="Subtitle"/>
        <w:id w:val="894537208"/>
        <w:placeholder>
          <w:docPart w:val="F6348F10600C34489DF921D3D61CD872"/>
        </w:placeholder>
        <w:temporary/>
        <w:showingPlcHdr/>
      </w:sdtPr>
      <w:sdtEndPr/>
      <w:sdtContent>
        <w:p w:rsidR="00610E90" w:rsidRPr="00BB1DBB" w:rsidRDefault="00F333C1" w:rsidP="00BB1DBB">
          <w:pPr>
            <w:pStyle w:val="Subtitle"/>
          </w:pPr>
          <w:r>
            <w:t>[Announcement Subtitle]</w:t>
          </w:r>
        </w:p>
      </w:sdtContent>
    </w:sdt>
    <w:p w:rsidR="00466633" w:rsidRPr="00A34713" w:rsidRDefault="0048797B" w:rsidP="00A34713">
      <w:sdt>
        <w:sdtPr>
          <w:rPr>
            <w:rStyle w:val="Strong"/>
          </w:rPr>
          <w:alias w:val="City"/>
          <w:tag w:val="City"/>
          <w:id w:val="894537252"/>
          <w:placeholder>
            <w:docPart w:val="782025E4C67CE244B3D6A4CED988E401"/>
          </w:placeholder>
          <w:temporary/>
          <w:showingPlcHdr/>
        </w:sdtPr>
        <w:sdtEndPr>
          <w:rPr>
            <w:rStyle w:val="Strong"/>
          </w:rPr>
        </w:sdtEndPr>
        <w:sdtContent>
          <w:r w:rsidR="00F333C1">
            <w:rPr>
              <w:rStyle w:val="Strong"/>
            </w:rPr>
            <w:t>[City]</w:t>
          </w:r>
        </w:sdtContent>
      </w:sdt>
      <w:r w:rsidR="006F1CED" w:rsidRPr="00F333C1">
        <w:rPr>
          <w:rStyle w:val="Strong"/>
        </w:rPr>
        <w:t>—</w:t>
      </w:r>
      <w:r w:rsidR="00F333C1" w:rsidRPr="00F333C1">
        <w:rPr>
          <w:rStyle w:val="Strong"/>
        </w:rPr>
        <w:t xml:space="preserve"> </w:t>
      </w:r>
      <w:sdt>
        <w:sdtPr>
          <w:rPr>
            <w:rStyle w:val="Strong"/>
          </w:rPr>
          <w:alias w:val="Date"/>
          <w:tag w:val="Date"/>
          <w:id w:val="894537250"/>
          <w:placeholder>
            <w:docPart w:val="F1479ACD18D0724E9BA2120AAFBAC5F7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>
          <w:rPr>
            <w:rStyle w:val="Strong"/>
          </w:rPr>
        </w:sdtEndPr>
        <w:sdtContent>
          <w:r w:rsidR="00F333C1" w:rsidRPr="00F333C1">
            <w:rPr>
              <w:rStyle w:val="Strong"/>
            </w:rPr>
            <w:t>[Date]</w:t>
          </w:r>
        </w:sdtContent>
      </w:sdt>
      <w:r w:rsidR="00F333C1">
        <w:rPr>
          <w:b/>
          <w:bCs/>
        </w:rPr>
        <w:t xml:space="preserve"> </w:t>
      </w:r>
      <w:r w:rsidR="006F1CED">
        <w:rPr>
          <w:b/>
          <w:bCs/>
        </w:rPr>
        <w:t>—</w:t>
      </w:r>
      <w:r w:rsidR="00466633">
        <w:rPr>
          <w:b/>
          <w:bCs/>
        </w:rPr>
        <w:t xml:space="preserve"> </w:t>
      </w:r>
      <w:r w:rsidR="00466633">
        <w:t xml:space="preserve">Today at the </w:t>
      </w:r>
      <w:sdt>
        <w:sdtPr>
          <w:alias w:val="Event"/>
          <w:tag w:val="Event"/>
          <w:id w:val="894537358"/>
          <w:placeholder>
            <w:docPart w:val="6ACAFD882A951B4B9782A006A599B496"/>
          </w:placeholder>
          <w:temporary/>
        </w:sdtPr>
        <w:sdtEndPr/>
        <w:sdtContent>
          <w:r w:rsidR="00466633" w:rsidRPr="008C6184">
            <w:rPr>
              <w:rStyle w:val="PlaceholderText"/>
            </w:rPr>
            <w:t>[Event]</w:t>
          </w:r>
        </w:sdtContent>
      </w:sdt>
      <w:r w:rsidR="00466633">
        <w:t xml:space="preserve">, </w:t>
      </w:r>
      <w:sdt>
        <w:sdtPr>
          <w:alias w:val="Company"/>
          <w:tag w:val="Company"/>
          <w:id w:val="894537360"/>
          <w:placeholder>
            <w:docPart w:val="8966B4B9D70F5B4998DAE82655199F1C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66633" w:rsidRPr="008C6184">
            <w:t>[</w:t>
          </w:r>
          <w:r w:rsidR="008C6184" w:rsidRPr="008C6184">
            <w:t>Company Name</w:t>
          </w:r>
          <w:r w:rsidR="00466633" w:rsidRPr="008C6184">
            <w:t>]</w:t>
          </w:r>
        </w:sdtContent>
      </w:sdt>
      <w:r w:rsidR="00E61D92">
        <w:t xml:space="preserve"> </w:t>
      </w:r>
      <w:r w:rsidR="00466633">
        <w:t xml:space="preserve">announced immediate availability of </w:t>
      </w:r>
      <w:sdt>
        <w:sdtPr>
          <w:alias w:val="Product"/>
          <w:tag w:val="Product"/>
          <w:id w:val="894537371"/>
          <w:placeholder>
            <w:docPart w:val="4524269A2F567C4A970DF5B0AF9CC64A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8C6184">
            <w:t>[Product]</w:t>
          </w:r>
        </w:sdtContent>
      </w:sdt>
      <w:r w:rsidR="00466633">
        <w:t xml:space="preserve">, enabling owners of version </w:t>
      </w:r>
      <w:sdt>
        <w:sdtPr>
          <w:alias w:val="No."/>
          <w:tag w:val="No."/>
          <w:id w:val="894537385"/>
          <w:placeholder>
            <w:docPart w:val="4F6359D6937CF641BA552DCD65799175"/>
          </w:placeholder>
          <w:temporary/>
          <w:showingPlcHdr/>
        </w:sdtPr>
        <w:sdtEndPr/>
        <w:sdtContent>
          <w:r w:rsidR="008C6184" w:rsidRPr="008C6184">
            <w:rPr>
              <w:rStyle w:val="PlaceholderText"/>
            </w:rPr>
            <w:t>[number]</w:t>
          </w:r>
        </w:sdtContent>
      </w:sdt>
      <w:r w:rsidR="00466633">
        <w:t xml:space="preserve"> to immediately upgrade to the latest release.</w:t>
      </w:r>
    </w:p>
    <w:p w:rsidR="00466633" w:rsidRDefault="008C6184" w:rsidP="00466633">
      <w:r>
        <w:t>“</w:t>
      </w:r>
      <w:sdt>
        <w:sdtPr>
          <w:alias w:val="Quote"/>
          <w:tag w:val="Quote"/>
          <w:id w:val="894537414"/>
          <w:placeholder>
            <w:docPart w:val="BFE85E2E2F8C7548AAC5527A5AF72CC9"/>
          </w:placeholder>
          <w:temporary/>
          <w:showingPlcHdr/>
        </w:sdtPr>
        <w:sdtEndPr/>
        <w:sdtContent>
          <w:r w:rsidRPr="00E61D92">
            <w:rPr>
              <w:rStyle w:val="PlaceholderText"/>
            </w:rPr>
            <w:t>[Product-related quote]</w:t>
          </w:r>
        </w:sdtContent>
      </w:sdt>
      <w:r w:rsidR="00466633">
        <w:t xml:space="preserve">,” said </w:t>
      </w:r>
      <w:sdt>
        <w:sdtPr>
          <w:alias w:val="Name"/>
          <w:tag w:val="Name"/>
          <w:id w:val="894537441"/>
          <w:placeholder>
            <w:docPart w:val="2F93E51240A5844D85D13D19A18F9CB1"/>
          </w:placeholder>
          <w:temporary/>
          <w:showingPlcHdr/>
        </w:sdtPr>
        <w:sdtEndPr/>
        <w:sdtContent>
          <w:r w:rsidRPr="00E61D92">
            <w:rPr>
              <w:rStyle w:val="PlaceholderText"/>
            </w:rPr>
            <w:t>[Employee Name]</w:t>
          </w:r>
        </w:sdtContent>
      </w:sdt>
      <w:r>
        <w:t xml:space="preserve">, </w:t>
      </w:r>
      <w:sdt>
        <w:sdtPr>
          <w:alias w:val="Job title"/>
          <w:tag w:val="Job title"/>
          <w:id w:val="894537468"/>
          <w:placeholder>
            <w:docPart w:val="D2B1D5F2015F024C992A3602F8D3C2E1"/>
          </w:placeholder>
          <w:temporary/>
          <w:showingPlcHdr/>
        </w:sdtPr>
        <w:sdtEndPr/>
        <w:sdtContent>
          <w:r w:rsidRPr="00E61D92">
            <w:rPr>
              <w:rStyle w:val="PlaceholderText"/>
            </w:rPr>
            <w:t>[Job Title]</w:t>
          </w:r>
        </w:sdtContent>
      </w:sdt>
      <w:r w:rsidR="00466633">
        <w:t xml:space="preserve"> at </w:t>
      </w:r>
      <w:sdt>
        <w:sdtPr>
          <w:alias w:val="Company"/>
          <w:tag w:val="Company"/>
          <w:id w:val="894537496"/>
          <w:placeholder>
            <w:docPart w:val="9AF8A42301962645B1B006DC551C4543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Pr="008C6184">
            <w:t>[Company Name]</w:t>
          </w:r>
        </w:sdtContent>
      </w:sdt>
      <w:r w:rsidR="00466633">
        <w:t>.</w:t>
      </w:r>
    </w:p>
    <w:p w:rsidR="00466633" w:rsidRPr="00BB1DBB" w:rsidRDefault="008C6184" w:rsidP="00466633">
      <w:pPr>
        <w:pStyle w:val="Heading1"/>
      </w:pPr>
      <w:r>
        <w:t>Positive Customer Impact</w:t>
      </w:r>
    </w:p>
    <w:p w:rsidR="00466633" w:rsidRDefault="00466633" w:rsidP="00466633">
      <w:r>
        <w:t xml:space="preserve">Many customers have already benefited from deploying </w:t>
      </w:r>
      <w:sdt>
        <w:sdtPr>
          <w:alias w:val="Product"/>
          <w:tag w:val="Product"/>
          <w:id w:val="894537497"/>
          <w:placeholder>
            <w:docPart w:val="B132790F5BB85F43AE7BE809411031AB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8C6184">
            <w:t>[Product]</w:t>
          </w:r>
        </w:sdtContent>
      </w:sdt>
      <w:r>
        <w:t xml:space="preserve">. </w:t>
      </w:r>
      <w:sdt>
        <w:sdtPr>
          <w:alias w:val="Customer"/>
          <w:tag w:val="Customer"/>
          <w:id w:val="894537498"/>
          <w:placeholder>
            <w:docPart w:val="5C17D7C6FFD0D54D9903F38E1A114883"/>
          </w:placeholder>
          <w:showingPlcHdr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C6184" w:rsidRPr="00E61D92">
            <w:rPr>
              <w:rStyle w:val="PlaceholderText"/>
            </w:rPr>
            <w:t>[Customer Name]</w:t>
          </w:r>
        </w:sdtContent>
      </w:sdt>
      <w:r>
        <w:t>, a</w:t>
      </w:r>
      <w:r w:rsidR="008C6184">
        <w:t xml:space="preserve"> </w:t>
      </w:r>
      <w:sdt>
        <w:sdtPr>
          <w:alias w:val="Business type"/>
          <w:tag w:val="Business type"/>
          <w:id w:val="894537512"/>
          <w:placeholder>
            <w:docPart w:val="9AF5149EEA1D0D469F74F0BDE487BE92"/>
          </w:placeholder>
          <w:temporary/>
          <w:showingPlcHdr/>
        </w:sdtPr>
        <w:sdtEndPr/>
        <w:sdtContent>
          <w:r w:rsidR="008C6184" w:rsidRPr="00E61D92">
            <w:rPr>
              <w:rStyle w:val="PlaceholderText"/>
            </w:rPr>
            <w:t>[business type]</w:t>
          </w:r>
        </w:sdtContent>
      </w:sdt>
      <w:r>
        <w:t xml:space="preserve">, recently committed to deploying </w:t>
      </w:r>
      <w:sdt>
        <w:sdtPr>
          <w:alias w:val="Product"/>
          <w:tag w:val="Product"/>
          <w:id w:val="894537539"/>
          <w:placeholder>
            <w:docPart w:val="A54F92E224364C459E67A8135024F4A5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8C6184">
            <w:t>[Product]</w:t>
          </w:r>
        </w:sdtContent>
      </w:sdt>
      <w:r>
        <w:t xml:space="preserve"> to all desktop computers in its worldwide network. </w:t>
      </w:r>
      <w:sdt>
        <w:sdtPr>
          <w:alias w:val="Product"/>
          <w:tag w:val="Product"/>
          <w:id w:val="894537540"/>
          <w:placeholder>
            <w:docPart w:val="51035B918A418143B7EC9E3BE1F09745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8C6184">
            <w:t>[Product]</w:t>
          </w:r>
        </w:sdtContent>
      </w:sdt>
      <w:r w:rsidR="008C6184">
        <w:t xml:space="preserve"> w</w:t>
      </w:r>
      <w:r>
        <w:t xml:space="preserve">ill enable </w:t>
      </w:r>
      <w:sdt>
        <w:sdtPr>
          <w:alias w:val="Customer"/>
          <w:tag w:val="Customer"/>
          <w:id w:val="894537541"/>
          <w:placeholder>
            <w:docPart w:val="702BF96C6B4C7F4CB0FA53E3284F097C"/>
          </w:placeholder>
          <w:showingPlcHdr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C6184">
            <w:t>[Customer Name]</w:t>
          </w:r>
        </w:sdtContent>
      </w:sdt>
      <w:r w:rsidR="008C6184">
        <w:t xml:space="preserve"> </w:t>
      </w:r>
      <w:r>
        <w:t xml:space="preserve">to </w:t>
      </w:r>
      <w:sdt>
        <w:sdtPr>
          <w:alias w:val="Benefit"/>
          <w:tag w:val="Benefit"/>
          <w:id w:val="894537542"/>
          <w:placeholder>
            <w:docPart w:val="7BF44E30D52C1442B1E6AADC7F9104CF"/>
          </w:placeholder>
          <w:temporary/>
          <w:showingPlcHdr/>
        </w:sdtPr>
        <w:sdtEndPr/>
        <w:sdtContent>
          <w:r w:rsidR="008C6184" w:rsidRPr="00E61D92">
            <w:rPr>
              <w:rStyle w:val="PlaceholderText"/>
            </w:rPr>
            <w:t>[benefit of product to business]</w:t>
          </w:r>
        </w:sdtContent>
      </w:sdt>
      <w:r>
        <w:t>.</w:t>
      </w:r>
    </w:p>
    <w:p w:rsidR="00466633" w:rsidRDefault="00466633" w:rsidP="00466633">
      <w:r>
        <w:t>“</w:t>
      </w:r>
      <w:sdt>
        <w:sdtPr>
          <w:alias w:val="Quote"/>
          <w:tag w:val="Quote"/>
          <w:id w:val="894537569"/>
          <w:placeholder>
            <w:docPart w:val="A2BEEFFCCEA4C7499D0653C3603E5B86"/>
          </w:placeholder>
          <w:temporary/>
          <w:showingPlcHdr/>
        </w:sdtPr>
        <w:sdtEndPr/>
        <w:sdtContent>
          <w:r w:rsidR="008C6184" w:rsidRPr="00E61D92">
            <w:rPr>
              <w:rStyle w:val="PlaceholderText"/>
            </w:rPr>
            <w:t>[Positive quote from customer]</w:t>
          </w:r>
        </w:sdtContent>
      </w:sdt>
      <w:r>
        <w:t xml:space="preserve">,” said </w:t>
      </w:r>
      <w:sdt>
        <w:sdtPr>
          <w:alias w:val="Name"/>
          <w:tag w:val="Name"/>
          <w:id w:val="894537596"/>
          <w:placeholder>
            <w:docPart w:val="3074A5239FE9C44ABCFDA2C3ADB59331"/>
          </w:placeholder>
          <w:temporary/>
          <w:showingPlcHdr/>
        </w:sdtPr>
        <w:sdtEndPr/>
        <w:sdtContent>
          <w:r w:rsidR="008C6184" w:rsidRPr="00E61D92">
            <w:rPr>
              <w:rStyle w:val="PlaceholderText"/>
            </w:rPr>
            <w:t>[Employee Name]</w:t>
          </w:r>
        </w:sdtContent>
      </w:sdt>
      <w:r>
        <w:t xml:space="preserve">, </w:t>
      </w:r>
      <w:sdt>
        <w:sdtPr>
          <w:alias w:val="Job Title"/>
          <w:tag w:val="Job Title"/>
          <w:id w:val="894537623"/>
          <w:placeholder>
            <w:docPart w:val="95AC53EA974EA349A65F7D82F6A6D6B0"/>
          </w:placeholder>
          <w:temporary/>
          <w:showingPlcHdr/>
        </w:sdtPr>
        <w:sdtEndPr/>
        <w:sdtContent>
          <w:r w:rsidR="008C6184" w:rsidRPr="00E61D92">
            <w:rPr>
              <w:rStyle w:val="PlaceholderText"/>
            </w:rPr>
            <w:t>[Job Title]</w:t>
          </w:r>
        </w:sdtContent>
      </w:sdt>
      <w:r>
        <w:t xml:space="preserve">, </w:t>
      </w:r>
      <w:sdt>
        <w:sdtPr>
          <w:alias w:val="Customer"/>
          <w:tag w:val="Customer"/>
          <w:id w:val="894537650"/>
          <w:placeholder>
            <w:docPart w:val="3DBEDB60D389424EB5DDECE55B355D66"/>
          </w:placeholder>
          <w:showingPlcHdr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C6184">
            <w:t>[Customer Name]</w:t>
          </w:r>
        </w:sdtContent>
      </w:sdt>
      <w:r>
        <w:t>. “</w:t>
      </w:r>
      <w:sdt>
        <w:sdtPr>
          <w:alias w:val="Quote"/>
          <w:tag w:val="Quote"/>
          <w:id w:val="894537651"/>
          <w:placeholder>
            <w:docPart w:val="36607FF58BC09B43B61AA8A95E4636DF"/>
          </w:placeholder>
          <w:temporary/>
          <w:showingPlcHdr/>
        </w:sdtPr>
        <w:sdtEndPr/>
        <w:sdtContent>
          <w:r w:rsidR="008C6184" w:rsidRPr="00E61D92">
            <w:rPr>
              <w:rStyle w:val="PlaceholderText"/>
            </w:rPr>
            <w:t>[Remainder of</w:t>
          </w:r>
          <w:r w:rsidR="008C6184">
            <w:t xml:space="preserve"> </w:t>
          </w:r>
          <w:r w:rsidR="008C6184" w:rsidRPr="00E61D92">
            <w:rPr>
              <w:rStyle w:val="PlaceholderText"/>
            </w:rPr>
            <w:t>positive quote]</w:t>
          </w:r>
        </w:sdtContent>
      </w:sdt>
      <w:r>
        <w:t>.”</w:t>
      </w:r>
    </w:p>
    <w:p w:rsidR="00466633" w:rsidRPr="00BB1DBB" w:rsidRDefault="0048797B" w:rsidP="00466633">
      <w:pPr>
        <w:pStyle w:val="Heading1"/>
      </w:pPr>
      <w:sdt>
        <w:sdtPr>
          <w:alias w:val="Product"/>
          <w:tag w:val="Product"/>
          <w:id w:val="894537678"/>
          <w:placeholder>
            <w:docPart w:val="6E3E51DD79A89040B048582A9935723E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34713">
            <w:t>[Product]</w:t>
          </w:r>
        </w:sdtContent>
      </w:sdt>
      <w:r w:rsidR="00A34713">
        <w:t xml:space="preserve"> </w:t>
      </w:r>
      <w:r w:rsidR="00466633">
        <w:t>A</w:t>
      </w:r>
      <w:r w:rsidR="00466633" w:rsidRPr="00BB1DBB">
        <w:t>vailability</w:t>
      </w:r>
    </w:p>
    <w:p w:rsidR="00466633" w:rsidRDefault="0048797B" w:rsidP="00A34713">
      <w:pPr>
        <w:rPr>
          <w:b/>
          <w:bCs/>
        </w:rPr>
      </w:pPr>
      <w:sdt>
        <w:sdtPr>
          <w:alias w:val="Product"/>
          <w:tag w:val="Product"/>
          <w:id w:val="894537679"/>
          <w:placeholder>
            <w:docPart w:val="64B7C7C977BD3C4798AF2DC417451C33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34713">
            <w:t>[Product]</w:t>
          </w:r>
        </w:sdtContent>
      </w:sdt>
      <w:r w:rsidR="00A34713">
        <w:t xml:space="preserve"> </w:t>
      </w:r>
      <w:r w:rsidR="00466633">
        <w:t xml:space="preserve">is an update driven by customer feedback and is part of </w:t>
      </w:r>
      <w:sdt>
        <w:sdtPr>
          <w:alias w:val="Company"/>
          <w:tag w:val="Company"/>
          <w:id w:val="894537680"/>
          <w:placeholder>
            <w:docPart w:val="C28EF02946CFE846B0235B1D39A26DC1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34713" w:rsidRPr="008C6184">
            <w:t>[Company Name]</w:t>
          </w:r>
        </w:sdtContent>
      </w:sdt>
      <w:r w:rsidR="00466633">
        <w:t xml:space="preserve">’s commitment to deliver the latest product updates in one convenient installation. </w:t>
      </w:r>
      <w:sdt>
        <w:sdtPr>
          <w:alias w:val="Product"/>
          <w:tag w:val="Product"/>
          <w:id w:val="894537681"/>
          <w:placeholder>
            <w:docPart w:val="A3FF0B9AE131F04F82BF9CF4E4B1BA38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34713">
            <w:t>[Product]</w:t>
          </w:r>
        </w:sdtContent>
      </w:sdt>
      <w:r w:rsidR="00A34713">
        <w:t xml:space="preserve"> </w:t>
      </w:r>
      <w:r w:rsidR="00466633">
        <w:t xml:space="preserve">is available for immediately download at </w:t>
      </w:r>
      <w:sdt>
        <w:sdtPr>
          <w:alias w:val="Website"/>
          <w:tag w:val="Website"/>
          <w:id w:val="894537682"/>
          <w:placeholder>
            <w:docPart w:val="CC9723BEC666A64EABB8A523A6B8A5F9"/>
          </w:placeholder>
          <w:temporary/>
          <w:showingPlcHdr/>
        </w:sdtPr>
        <w:sdtEndPr/>
        <w:sdtContent>
          <w:r w:rsidR="00A34713" w:rsidRPr="00E61D92">
            <w:rPr>
              <w:rStyle w:val="PlaceholderText"/>
            </w:rPr>
            <w:t>[website URL]</w:t>
          </w:r>
        </w:sdtContent>
      </w:sdt>
      <w:r w:rsidR="00A34713">
        <w:t>.</w:t>
      </w:r>
    </w:p>
    <w:p w:rsidR="00610E90" w:rsidRDefault="006F1CED">
      <w:r>
        <w:t xml:space="preserve">Founded in </w:t>
      </w:r>
      <w:sdt>
        <w:sdtPr>
          <w:alias w:val="Year"/>
          <w:tag w:val="Year"/>
          <w:id w:val="894537709"/>
          <w:placeholder>
            <w:docPart w:val="107FED329837AB4895A6DE5F021C44E2"/>
          </w:placeholder>
          <w:temporary/>
          <w:showingPlcHdr/>
        </w:sdtPr>
        <w:sdtEndPr/>
        <w:sdtContent>
          <w:r w:rsidR="00A34713" w:rsidRPr="00E61D92">
            <w:rPr>
              <w:rStyle w:val="PlaceholderText"/>
            </w:rPr>
            <w:t>[Year]</w:t>
          </w:r>
        </w:sdtContent>
      </w:sdt>
      <w:r>
        <w:t xml:space="preserve">, </w:t>
      </w:r>
      <w:sdt>
        <w:sdtPr>
          <w:alias w:val="Company"/>
          <w:tag w:val="Company"/>
          <w:id w:val="894537736"/>
          <w:placeholder>
            <w:docPart w:val="EF133AEAD615DA47822455459095D8F5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34713" w:rsidRPr="008C6184">
            <w:t>[Company Name]</w:t>
          </w:r>
        </w:sdtContent>
      </w:sdt>
      <w:r w:rsidR="00A34713">
        <w:t xml:space="preserve"> </w:t>
      </w:r>
      <w:r>
        <w:t>(Nasdaq “</w:t>
      </w:r>
      <w:sdt>
        <w:sdtPr>
          <w:alias w:val="Symbol"/>
          <w:tag w:val="Symbol"/>
          <w:id w:val="894537737"/>
          <w:placeholder>
            <w:docPart w:val="6D6EF76533E1A144BC58C7499CF94531"/>
          </w:placeholder>
          <w:temporary/>
          <w:showingPlcHdr/>
        </w:sdtPr>
        <w:sdtEndPr/>
        <w:sdtContent>
          <w:r w:rsidR="00A34713" w:rsidRPr="00E61D92">
            <w:rPr>
              <w:rStyle w:val="PlaceholderText"/>
            </w:rPr>
            <w:t>[SYMBOL]</w:t>
          </w:r>
        </w:sdtContent>
      </w:sdt>
      <w:r>
        <w:t xml:space="preserve">”) is the worldwide leader in </w:t>
      </w:r>
      <w:sdt>
        <w:sdtPr>
          <w:alias w:val="Business"/>
          <w:tag w:val="Business"/>
          <w:id w:val="894537764"/>
          <w:placeholder>
            <w:docPart w:val="E3C45F264AC05A4F8ECAF87B19189942"/>
          </w:placeholder>
          <w:temporary/>
          <w:showingPlcHdr/>
        </w:sdtPr>
        <w:sdtEndPr/>
        <w:sdtContent>
          <w:r w:rsidR="00A34713" w:rsidRPr="00E61D92">
            <w:rPr>
              <w:rStyle w:val="PlaceholderText"/>
            </w:rPr>
            <w:t>[business]</w:t>
          </w:r>
        </w:sdtContent>
      </w:sdt>
      <w:r>
        <w:t>. The company offers a wide range of product</w:t>
      </w:r>
      <w:r w:rsidR="00466633">
        <w:t xml:space="preserve">s and services designed to </w:t>
      </w:r>
      <w:sdt>
        <w:sdtPr>
          <w:alias w:val="Mission"/>
          <w:tag w:val="Mission"/>
          <w:id w:val="894537791"/>
          <w:placeholder>
            <w:docPart w:val="C047D9002EFCEF479996A93DF9CD96D8"/>
          </w:placeholder>
          <w:temporary/>
          <w:showingPlcHdr/>
        </w:sdtPr>
        <w:sdtEndPr/>
        <w:sdtContent>
          <w:r w:rsidR="00A34713" w:rsidRPr="00E61D92">
            <w:rPr>
              <w:rStyle w:val="PlaceholderText"/>
            </w:rPr>
            <w:t>[mission]</w:t>
          </w:r>
        </w:sdtContent>
      </w:sdt>
      <w:r>
        <w:t>.</w:t>
      </w:r>
    </w:p>
    <w:p w:rsidR="00610E90" w:rsidRDefault="00E61D92">
      <w:pPr>
        <w:jc w:val="center"/>
        <w:rPr>
          <w:i/>
          <w:iCs/>
        </w:rPr>
      </w:pPr>
      <w:r>
        <w:rPr>
          <w:i/>
          <w:iCs/>
        </w:rPr>
        <w:t>###</w:t>
      </w:r>
    </w:p>
    <w:p w:rsidR="00610E90" w:rsidRDefault="0048797B" w:rsidP="00E61D92">
      <w:pPr>
        <w:pStyle w:val="SmallPrint"/>
      </w:pPr>
      <w:sdt>
        <w:sdtPr>
          <w:alias w:val="Company"/>
          <w:tag w:val="Company"/>
          <w:id w:val="894537818"/>
          <w:placeholder>
            <w:docPart w:val="C14F9207F194344BA6F5981322B082DD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34713" w:rsidRPr="008C6184">
            <w:t>[Company Name]</w:t>
          </w:r>
        </w:sdtContent>
      </w:sdt>
      <w:r w:rsidR="00A34713">
        <w:t xml:space="preserve"> </w:t>
      </w:r>
      <w:r w:rsidR="00466633">
        <w:t xml:space="preserve">and </w:t>
      </w:r>
      <w:sdt>
        <w:sdtPr>
          <w:alias w:val="Product"/>
          <w:tag w:val="Product"/>
          <w:id w:val="894537819"/>
          <w:placeholder>
            <w:docPart w:val="A7501D885F38564D9064BE9E9B5677E5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34713">
            <w:t>[Product]</w:t>
          </w:r>
        </w:sdtContent>
      </w:sdt>
      <w:r w:rsidR="006F1CED">
        <w:t xml:space="preserve"> are either registered trademarks or trademarks of </w:t>
      </w:r>
      <w:sdt>
        <w:sdtPr>
          <w:alias w:val="Company"/>
          <w:tag w:val="Company"/>
          <w:id w:val="894537820"/>
          <w:placeholder>
            <w:docPart w:val="696D959201D4D04E9001E01F2D09E03C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34713" w:rsidRPr="008C6184">
            <w:t>[Company Name]</w:t>
          </w:r>
        </w:sdtContent>
      </w:sdt>
      <w:r w:rsidR="006F1CED">
        <w:t xml:space="preserve"> in the United States and/or other countries.</w:t>
      </w:r>
    </w:p>
    <w:p w:rsidR="00610E90" w:rsidRDefault="006F1CED" w:rsidP="00E61D92">
      <w:pPr>
        <w:pStyle w:val="SmallPrint"/>
      </w:pPr>
      <w:r>
        <w:t>The names of actual companies and products mentioned herein may be the trademarks of their respective owners.</w:t>
      </w:r>
    </w:p>
    <w:p w:rsidR="00610E90" w:rsidRDefault="006F1CED" w:rsidP="00E61D92">
      <w:pPr>
        <w:pStyle w:val="Heading1"/>
      </w:pPr>
      <w:r>
        <w:lastRenderedPageBreak/>
        <w:t xml:space="preserve">For more information, press only: </w:t>
      </w:r>
    </w:p>
    <w:p w:rsidR="00A34713" w:rsidRDefault="0048797B" w:rsidP="00E61D92">
      <w:pPr>
        <w:pStyle w:val="ContactInfo"/>
      </w:pPr>
      <w:sdt>
        <w:sdtPr>
          <w:alias w:val="Name"/>
          <w:tag w:val="Name"/>
          <w:id w:val="894537821"/>
          <w:placeholder>
            <w:docPart w:val="D3A549835790834DA803756681308D48"/>
          </w:placeholder>
          <w:temporary/>
          <w:showingPlcHdr/>
        </w:sdtPr>
        <w:sdtEndPr/>
        <w:sdtContent>
          <w:r w:rsidR="00A34713">
            <w:t>[PR Contact Name]</w:t>
          </w:r>
        </w:sdtContent>
      </w:sdt>
    </w:p>
    <w:p w:rsidR="00A34713" w:rsidRDefault="0048797B" w:rsidP="00E61D92">
      <w:pPr>
        <w:pStyle w:val="ContactInfo"/>
      </w:pPr>
      <w:sdt>
        <w:sdtPr>
          <w:alias w:val="Phone"/>
          <w:tag w:val="Phone"/>
          <w:id w:val="894537848"/>
          <w:placeholder>
            <w:docPart w:val="A17722B89AFD3D48BE1476C37835B7D9"/>
          </w:placeholder>
          <w:temporary/>
          <w:showingPlcHdr/>
        </w:sdtPr>
        <w:sdtEndPr/>
        <w:sdtContent>
          <w:r w:rsidR="00A34713">
            <w:t>[phone number]</w:t>
          </w:r>
        </w:sdtContent>
      </w:sdt>
    </w:p>
    <w:p w:rsidR="00610E90" w:rsidRDefault="0048797B" w:rsidP="00E61D92">
      <w:pPr>
        <w:pStyle w:val="ContactInfo"/>
      </w:pPr>
      <w:sdt>
        <w:sdtPr>
          <w:alias w:val="Email"/>
          <w:tag w:val="Email"/>
          <w:id w:val="894537875"/>
          <w:placeholder>
            <w:docPart w:val="BB5233014B459D4FAB79967F907F4D23"/>
          </w:placeholder>
          <w:temporary/>
          <w:showingPlcHdr/>
        </w:sdtPr>
        <w:sdtEndPr/>
        <w:sdtContent>
          <w:r w:rsidR="00A34713">
            <w:t>[email]</w:t>
          </w:r>
        </w:sdtContent>
      </w:sdt>
    </w:p>
    <w:p w:rsidR="00610E90" w:rsidRDefault="006F1CED" w:rsidP="00E61D92">
      <w:pPr>
        <w:pStyle w:val="Heading1"/>
      </w:pPr>
      <w:r>
        <w:t>For more</w:t>
      </w:r>
      <w:r w:rsidR="00466633">
        <w:t xml:space="preserve"> information on </w:t>
      </w:r>
      <w:sdt>
        <w:sdtPr>
          <w:alias w:val="Product"/>
          <w:tag w:val="Product"/>
          <w:id w:val="894537902"/>
          <w:placeholder>
            <w:docPart w:val="AE6D2785D8A3064CBA59A399774373D9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34713">
            <w:t>[Product]</w:t>
          </w:r>
        </w:sdtContent>
      </w:sdt>
      <w:r>
        <w:t>:</w:t>
      </w:r>
    </w:p>
    <w:sdt>
      <w:sdtPr>
        <w:alias w:val="Website"/>
        <w:tag w:val="Website"/>
        <w:id w:val="894537903"/>
        <w:placeholder>
          <w:docPart w:val="7DF0E0BED7FD50469F7F1F220AB77090"/>
        </w:placeholder>
        <w:temporary/>
        <w:showingPlcHdr/>
      </w:sdtPr>
      <w:sdtEndPr/>
      <w:sdtContent>
        <w:p w:rsidR="006F1CED" w:rsidRDefault="00A34713" w:rsidP="00E61D92">
          <w:pPr>
            <w:pStyle w:val="ContactInfo"/>
          </w:pPr>
          <w:r>
            <w:t>[website URL]</w:t>
          </w:r>
        </w:p>
      </w:sdtContent>
    </w:sdt>
    <w:sectPr w:rsidR="006F1CED" w:rsidSect="00610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DE24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5E8EB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3E8D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FF80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E0C41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74EA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4CBC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2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4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8CE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97B"/>
    <w:rsid w:val="00466633"/>
    <w:rsid w:val="0048797B"/>
    <w:rsid w:val="00610E90"/>
    <w:rsid w:val="006F1CED"/>
    <w:rsid w:val="008C6184"/>
    <w:rsid w:val="00A34713"/>
    <w:rsid w:val="00BB1DBB"/>
    <w:rsid w:val="00E61D92"/>
    <w:rsid w:val="00F3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D92"/>
    <w:pPr>
      <w:spacing w:line="480" w:lineRule="auto"/>
      <w:ind w:firstLine="72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713"/>
    <w:pPr>
      <w:ind w:firstLine="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1DBB"/>
    <w:pPr>
      <w:spacing w:before="360"/>
      <w:jc w:val="center"/>
    </w:pPr>
    <w:rPr>
      <w:rFonts w:asciiTheme="majorHAnsi" w:hAnsiTheme="majorHAnsi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BB1DBB"/>
    <w:rPr>
      <w:rFonts w:asciiTheme="majorHAnsi" w:hAnsiTheme="majorHAnsi"/>
      <w:b/>
      <w:bCs/>
      <w:sz w:val="28"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BB1DBB"/>
    <w:pPr>
      <w:spacing w:line="276" w:lineRule="auto"/>
      <w:jc w:val="right"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99"/>
    <w:rsid w:val="00BB1DBB"/>
    <w:rPr>
      <w:rFonts w:asciiTheme="minorHAnsi" w:hAnsiTheme="minorHAnsi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DBB"/>
    <w:pPr>
      <w:spacing w:after="120"/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BB1DBB"/>
    <w:rPr>
      <w:rFonts w:asciiTheme="minorHAnsi" w:hAnsiTheme="minorHAnsi"/>
      <w:i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34713"/>
    <w:rPr>
      <w:rFonts w:asciiTheme="minorHAnsi" w:hAnsiTheme="minorHAnsi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B1D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DB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unhideWhenUsed/>
    <w:qFormat/>
    <w:rsid w:val="00E61D92"/>
    <w:rPr>
      <w:b/>
      <w:bCs/>
      <w:i/>
    </w:rPr>
  </w:style>
  <w:style w:type="paragraph" w:customStyle="1" w:styleId="ContactInfo">
    <w:name w:val="Contact Info"/>
    <w:basedOn w:val="Normal"/>
    <w:qFormat/>
    <w:rsid w:val="00E61D92"/>
    <w:pPr>
      <w:spacing w:after="240" w:line="276" w:lineRule="auto"/>
      <w:contextualSpacing/>
    </w:pPr>
  </w:style>
  <w:style w:type="paragraph" w:customStyle="1" w:styleId="SmallPrint">
    <w:name w:val="Small Print"/>
    <w:basedOn w:val="Normal"/>
    <w:qFormat/>
    <w:rsid w:val="00E61D92"/>
    <w:rPr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D92"/>
    <w:pPr>
      <w:spacing w:line="480" w:lineRule="auto"/>
      <w:ind w:firstLine="72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713"/>
    <w:pPr>
      <w:ind w:firstLine="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1DBB"/>
    <w:pPr>
      <w:spacing w:before="360"/>
      <w:jc w:val="center"/>
    </w:pPr>
    <w:rPr>
      <w:rFonts w:asciiTheme="majorHAnsi" w:hAnsiTheme="majorHAnsi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BB1DBB"/>
    <w:rPr>
      <w:rFonts w:asciiTheme="majorHAnsi" w:hAnsiTheme="majorHAnsi"/>
      <w:b/>
      <w:bCs/>
      <w:sz w:val="28"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BB1DBB"/>
    <w:pPr>
      <w:spacing w:line="276" w:lineRule="auto"/>
      <w:jc w:val="right"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99"/>
    <w:rsid w:val="00BB1DBB"/>
    <w:rPr>
      <w:rFonts w:asciiTheme="minorHAnsi" w:hAnsiTheme="minorHAnsi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DBB"/>
    <w:pPr>
      <w:spacing w:after="120"/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BB1DBB"/>
    <w:rPr>
      <w:rFonts w:asciiTheme="minorHAnsi" w:hAnsiTheme="minorHAnsi"/>
      <w:i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34713"/>
    <w:rPr>
      <w:rFonts w:asciiTheme="minorHAnsi" w:hAnsiTheme="minorHAnsi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B1D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DB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unhideWhenUsed/>
    <w:qFormat/>
    <w:rsid w:val="00E61D92"/>
    <w:rPr>
      <w:b/>
      <w:bCs/>
      <w:i/>
    </w:rPr>
  </w:style>
  <w:style w:type="paragraph" w:customStyle="1" w:styleId="ContactInfo">
    <w:name w:val="Contact Info"/>
    <w:basedOn w:val="Normal"/>
    <w:qFormat/>
    <w:rsid w:val="00E61D92"/>
    <w:pPr>
      <w:spacing w:after="240" w:line="276" w:lineRule="auto"/>
      <w:contextualSpacing/>
    </w:pPr>
  </w:style>
  <w:style w:type="paragraph" w:customStyle="1" w:styleId="SmallPrint">
    <w:name w:val="Small Print"/>
    <w:basedOn w:val="Normal"/>
    <w:qFormat/>
    <w:rsid w:val="00E61D9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281054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91987D806B68A4480646DB135F09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BEDC3-E816-6546-BAD9-A471059B5BBE}"/>
      </w:docPartPr>
      <w:docPartBody>
        <w:p w:rsidR="00000000" w:rsidRDefault="00497F40">
          <w:pPr>
            <w:pStyle w:val="991987D806B68A4480646DB135F097DA"/>
          </w:pPr>
          <w:r>
            <w:t>[Time]</w:t>
          </w:r>
        </w:p>
      </w:docPartBody>
    </w:docPart>
    <w:docPart>
      <w:docPartPr>
        <w:name w:val="2A3DCD7CBDD7AD449BBA7EFEEA001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257D8-AB61-D14B-A129-E7085E2A60AD}"/>
      </w:docPartPr>
      <w:docPartBody>
        <w:p w:rsidR="00000000" w:rsidRDefault="00497F40">
          <w:pPr>
            <w:pStyle w:val="2A3DCD7CBDD7AD449BBA7EFEEA001906"/>
          </w:pPr>
          <w:r>
            <w:t>[Date]</w:t>
          </w:r>
        </w:p>
      </w:docPartBody>
    </w:docPart>
    <w:docPart>
      <w:docPartPr>
        <w:name w:val="03A76000B72EE04D9B030C1237473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7020D-7ABF-6149-882B-C66E1CE28949}"/>
      </w:docPartPr>
      <w:docPartBody>
        <w:p w:rsidR="00000000" w:rsidRDefault="00497F40">
          <w:pPr>
            <w:pStyle w:val="03A76000B72EE04D9B030C12374732D5"/>
          </w:pPr>
          <w:r>
            <w:t>[Company Name]</w:t>
          </w:r>
        </w:p>
      </w:docPartBody>
    </w:docPart>
    <w:docPart>
      <w:docPartPr>
        <w:name w:val="8C7D5B1CF2020C48808E5B074F631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A66C2-AC43-7A40-BA5E-5EB1D485A043}"/>
      </w:docPartPr>
      <w:docPartBody>
        <w:p w:rsidR="00000000" w:rsidRDefault="00497F40">
          <w:pPr>
            <w:pStyle w:val="8C7D5B1CF2020C48808E5B074F6313B7"/>
          </w:pPr>
          <w:r>
            <w:t>[Product]</w:t>
          </w:r>
        </w:p>
      </w:docPartBody>
    </w:docPart>
    <w:docPart>
      <w:docPartPr>
        <w:name w:val="F6348F10600C34489DF921D3D61CD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40891-B609-2140-B1C1-CC1C14CD7F91}"/>
      </w:docPartPr>
      <w:docPartBody>
        <w:p w:rsidR="00000000" w:rsidRDefault="00497F40">
          <w:pPr>
            <w:pStyle w:val="F6348F10600C34489DF921D3D61CD872"/>
          </w:pPr>
          <w:r>
            <w:t>[Announcement Subtitle]</w:t>
          </w:r>
        </w:p>
      </w:docPartBody>
    </w:docPart>
    <w:docPart>
      <w:docPartPr>
        <w:name w:val="782025E4C67CE244B3D6A4CED988E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E1CAE-B71D-8C4A-BCC7-95B7976254E3}"/>
      </w:docPartPr>
      <w:docPartBody>
        <w:p w:rsidR="00000000" w:rsidRDefault="00497F40">
          <w:pPr>
            <w:pStyle w:val="782025E4C67CE244B3D6A4CED988E401"/>
          </w:pPr>
          <w:r>
            <w:rPr>
              <w:rStyle w:val="Strong"/>
            </w:rPr>
            <w:t>[City]</w:t>
          </w:r>
        </w:p>
      </w:docPartBody>
    </w:docPart>
    <w:docPart>
      <w:docPartPr>
        <w:name w:val="F1479ACD18D0724E9BA2120AAFBAC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50AE9-D998-C24F-B414-62F5CA8EB889}"/>
      </w:docPartPr>
      <w:docPartBody>
        <w:p w:rsidR="00000000" w:rsidRDefault="00497F40">
          <w:pPr>
            <w:pStyle w:val="F1479ACD18D0724E9BA2120AAFBAC5F7"/>
          </w:pPr>
          <w:r w:rsidRPr="00F333C1">
            <w:rPr>
              <w:rStyle w:val="Strong"/>
            </w:rPr>
            <w:t>[Date]</w:t>
          </w:r>
        </w:p>
      </w:docPartBody>
    </w:docPart>
    <w:docPart>
      <w:docPartPr>
        <w:name w:val="6ACAFD882A951B4B9782A006A599B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B1259-1640-5D49-B70F-6B1FFBC8DACE}"/>
      </w:docPartPr>
      <w:docPartBody>
        <w:p w:rsidR="00000000" w:rsidRDefault="00497F40">
          <w:pPr>
            <w:pStyle w:val="6ACAFD882A951B4B9782A006A599B496"/>
          </w:pPr>
          <w:r w:rsidRPr="00E95CEA">
            <w:rPr>
              <w:rStyle w:val="PlaceholderText"/>
            </w:rPr>
            <w:t>Click here to enter text.</w:t>
          </w:r>
        </w:p>
      </w:docPartBody>
    </w:docPart>
    <w:docPart>
      <w:docPartPr>
        <w:name w:val="8966B4B9D70F5B4998DAE82655199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EC447-A416-8245-A50B-0A2E514CB7F3}"/>
      </w:docPartPr>
      <w:docPartBody>
        <w:p w:rsidR="00000000" w:rsidRDefault="00497F40">
          <w:pPr>
            <w:pStyle w:val="8966B4B9D70F5B4998DAE82655199F1C"/>
          </w:pPr>
          <w:r w:rsidRPr="008C6184">
            <w:t>[Company Name]</w:t>
          </w:r>
        </w:p>
      </w:docPartBody>
    </w:docPart>
    <w:docPart>
      <w:docPartPr>
        <w:name w:val="4524269A2F567C4A970DF5B0AF9CC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7B53E-6A50-2841-9284-23FECC8DF1F3}"/>
      </w:docPartPr>
      <w:docPartBody>
        <w:p w:rsidR="00000000" w:rsidRDefault="00497F40">
          <w:pPr>
            <w:pStyle w:val="4524269A2F567C4A970DF5B0AF9CC64A"/>
          </w:pPr>
          <w:r>
            <w:t>[Product]</w:t>
          </w:r>
        </w:p>
      </w:docPartBody>
    </w:docPart>
    <w:docPart>
      <w:docPartPr>
        <w:name w:val="4F6359D6937CF641BA552DCD65799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29E42-50A9-4347-A158-365C5127B7CE}"/>
      </w:docPartPr>
      <w:docPartBody>
        <w:p w:rsidR="00000000" w:rsidRDefault="00497F40">
          <w:pPr>
            <w:pStyle w:val="4F6359D6937CF641BA552DCD65799175"/>
          </w:pPr>
          <w:r w:rsidRPr="008C6184">
            <w:rPr>
              <w:rStyle w:val="PlaceholderText"/>
            </w:rPr>
            <w:t>[number]</w:t>
          </w:r>
        </w:p>
      </w:docPartBody>
    </w:docPart>
    <w:docPart>
      <w:docPartPr>
        <w:name w:val="BFE85E2E2F8C7548AAC5527A5AF72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9A802-9748-F04D-8822-63C947350003}"/>
      </w:docPartPr>
      <w:docPartBody>
        <w:p w:rsidR="00000000" w:rsidRDefault="00497F40">
          <w:pPr>
            <w:pStyle w:val="BFE85E2E2F8C7548AAC5527A5AF72CC9"/>
          </w:pPr>
          <w:r w:rsidRPr="00E61D92">
            <w:rPr>
              <w:rStyle w:val="PlaceholderText"/>
            </w:rPr>
            <w:t>[Product-related quote]</w:t>
          </w:r>
        </w:p>
      </w:docPartBody>
    </w:docPart>
    <w:docPart>
      <w:docPartPr>
        <w:name w:val="2F93E51240A5844D85D13D19A18F9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6072-692B-6B47-B046-49CD4FA3F735}"/>
      </w:docPartPr>
      <w:docPartBody>
        <w:p w:rsidR="00000000" w:rsidRDefault="00497F40">
          <w:pPr>
            <w:pStyle w:val="2F93E51240A5844D85D13D19A18F9CB1"/>
          </w:pPr>
          <w:r w:rsidRPr="00E61D92">
            <w:rPr>
              <w:rStyle w:val="PlaceholderText"/>
            </w:rPr>
            <w:t>[Employee Name]</w:t>
          </w:r>
        </w:p>
      </w:docPartBody>
    </w:docPart>
    <w:docPart>
      <w:docPartPr>
        <w:name w:val="D2B1D5F2015F024C992A3602F8D3C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049A2-7BBB-AC41-9BE9-9194221186CD}"/>
      </w:docPartPr>
      <w:docPartBody>
        <w:p w:rsidR="00000000" w:rsidRDefault="00497F40">
          <w:pPr>
            <w:pStyle w:val="D2B1D5F2015F024C992A3602F8D3C2E1"/>
          </w:pPr>
          <w:r w:rsidRPr="00E61D92">
            <w:rPr>
              <w:rStyle w:val="PlaceholderText"/>
            </w:rPr>
            <w:t>[Job Title]</w:t>
          </w:r>
        </w:p>
      </w:docPartBody>
    </w:docPart>
    <w:docPart>
      <w:docPartPr>
        <w:name w:val="9AF8A42301962645B1B006DC551C4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EA238-E8E0-5A46-9278-C824DCD4DB2C}"/>
      </w:docPartPr>
      <w:docPartBody>
        <w:p w:rsidR="00000000" w:rsidRDefault="00497F40">
          <w:pPr>
            <w:pStyle w:val="9AF8A42301962645B1B006DC551C4543"/>
          </w:pPr>
          <w:r w:rsidRPr="008C6184">
            <w:t>[Company Name]</w:t>
          </w:r>
        </w:p>
      </w:docPartBody>
    </w:docPart>
    <w:docPart>
      <w:docPartPr>
        <w:name w:val="B132790F5BB85F43AE7BE80941103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45900-9F05-434B-A774-DE973C2B83A5}"/>
      </w:docPartPr>
      <w:docPartBody>
        <w:p w:rsidR="00000000" w:rsidRDefault="00497F40">
          <w:pPr>
            <w:pStyle w:val="B132790F5BB85F43AE7BE809411031AB"/>
          </w:pPr>
          <w:r>
            <w:t>[Product]</w:t>
          </w:r>
        </w:p>
      </w:docPartBody>
    </w:docPart>
    <w:docPart>
      <w:docPartPr>
        <w:name w:val="5C17D7C6FFD0D54D9903F38E1A114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7C544-59A9-E74A-B3B1-EDA3CEEFD915}"/>
      </w:docPartPr>
      <w:docPartBody>
        <w:p w:rsidR="00000000" w:rsidRDefault="00497F40">
          <w:pPr>
            <w:pStyle w:val="5C17D7C6FFD0D54D9903F38E1A114883"/>
          </w:pPr>
          <w:r w:rsidRPr="00E61D92">
            <w:rPr>
              <w:rStyle w:val="PlaceholderText"/>
            </w:rPr>
            <w:t>[Customer Name]</w:t>
          </w:r>
        </w:p>
      </w:docPartBody>
    </w:docPart>
    <w:docPart>
      <w:docPartPr>
        <w:name w:val="9AF5149EEA1D0D469F74F0BDE487B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96AB9-21EA-FC41-A6A1-FC61CC4F9975}"/>
      </w:docPartPr>
      <w:docPartBody>
        <w:p w:rsidR="00000000" w:rsidRDefault="00497F40">
          <w:pPr>
            <w:pStyle w:val="9AF5149EEA1D0D469F74F0BDE487BE92"/>
          </w:pPr>
          <w:r w:rsidRPr="00E61D92">
            <w:rPr>
              <w:rStyle w:val="PlaceholderText"/>
            </w:rPr>
            <w:t>[business type]</w:t>
          </w:r>
        </w:p>
      </w:docPartBody>
    </w:docPart>
    <w:docPart>
      <w:docPartPr>
        <w:name w:val="A54F92E224364C459E67A8135024F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9EF12-C888-2045-AF3D-EEB779D93BC7}"/>
      </w:docPartPr>
      <w:docPartBody>
        <w:p w:rsidR="00000000" w:rsidRDefault="00497F40">
          <w:pPr>
            <w:pStyle w:val="A54F92E224364C459E67A8135024F4A5"/>
          </w:pPr>
          <w:r>
            <w:t>[Product]</w:t>
          </w:r>
        </w:p>
      </w:docPartBody>
    </w:docPart>
    <w:docPart>
      <w:docPartPr>
        <w:name w:val="51035B918A418143B7EC9E3BE1F09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2085E-D0E3-CB48-9042-7FA0B6AF2A38}"/>
      </w:docPartPr>
      <w:docPartBody>
        <w:p w:rsidR="00000000" w:rsidRDefault="00497F40">
          <w:pPr>
            <w:pStyle w:val="51035B918A418143B7EC9E3BE1F09745"/>
          </w:pPr>
          <w:r>
            <w:t>[Product]</w:t>
          </w:r>
        </w:p>
      </w:docPartBody>
    </w:docPart>
    <w:docPart>
      <w:docPartPr>
        <w:name w:val="702BF96C6B4C7F4CB0FA53E3284F0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040B5-3B58-B04C-9C28-E213EDF5EA0A}"/>
      </w:docPartPr>
      <w:docPartBody>
        <w:p w:rsidR="00000000" w:rsidRDefault="00497F40">
          <w:pPr>
            <w:pStyle w:val="702BF96C6B4C7F4CB0FA53E3284F097C"/>
          </w:pPr>
          <w:r>
            <w:t>[Customer Name]</w:t>
          </w:r>
        </w:p>
      </w:docPartBody>
    </w:docPart>
    <w:docPart>
      <w:docPartPr>
        <w:name w:val="7BF44E30D52C1442B1E6AADC7F910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069C4-3B25-A746-A178-0F4E21C391E8}"/>
      </w:docPartPr>
      <w:docPartBody>
        <w:p w:rsidR="00000000" w:rsidRDefault="00497F40">
          <w:pPr>
            <w:pStyle w:val="7BF44E30D52C1442B1E6AADC7F9104CF"/>
          </w:pPr>
          <w:r w:rsidRPr="00E61D92">
            <w:rPr>
              <w:rStyle w:val="PlaceholderText"/>
            </w:rPr>
            <w:t>[benefit of product to business]</w:t>
          </w:r>
        </w:p>
      </w:docPartBody>
    </w:docPart>
    <w:docPart>
      <w:docPartPr>
        <w:name w:val="A2BEEFFCCEA4C7499D0653C3603E5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CA206-64D4-FF4D-98CF-F37FD9571A80}"/>
      </w:docPartPr>
      <w:docPartBody>
        <w:p w:rsidR="00000000" w:rsidRDefault="00497F40">
          <w:pPr>
            <w:pStyle w:val="A2BEEFFCCEA4C7499D0653C3603E5B86"/>
          </w:pPr>
          <w:r w:rsidRPr="00E61D92">
            <w:rPr>
              <w:rStyle w:val="PlaceholderText"/>
            </w:rPr>
            <w:t>[Positive quote from customer]</w:t>
          </w:r>
        </w:p>
      </w:docPartBody>
    </w:docPart>
    <w:docPart>
      <w:docPartPr>
        <w:name w:val="3074A5239FE9C44ABCFDA2C3ADB59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38324-9CE1-F34F-97F9-ACD2F5DBD4CE}"/>
      </w:docPartPr>
      <w:docPartBody>
        <w:p w:rsidR="00000000" w:rsidRDefault="00497F40">
          <w:pPr>
            <w:pStyle w:val="3074A5239FE9C44ABCFDA2C3ADB59331"/>
          </w:pPr>
          <w:r w:rsidRPr="00E61D92">
            <w:rPr>
              <w:rStyle w:val="PlaceholderText"/>
            </w:rPr>
            <w:t>[Employee Name]</w:t>
          </w:r>
        </w:p>
      </w:docPartBody>
    </w:docPart>
    <w:docPart>
      <w:docPartPr>
        <w:name w:val="95AC53EA974EA349A65F7D82F6A6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E316E-DD77-8A4B-93E5-562FBD4DC1C0}"/>
      </w:docPartPr>
      <w:docPartBody>
        <w:p w:rsidR="00000000" w:rsidRDefault="00497F40">
          <w:pPr>
            <w:pStyle w:val="95AC53EA974EA349A65F7D82F6A6D6B0"/>
          </w:pPr>
          <w:r w:rsidRPr="00E61D92">
            <w:rPr>
              <w:rStyle w:val="PlaceholderText"/>
            </w:rPr>
            <w:t>[Job Title]</w:t>
          </w:r>
        </w:p>
      </w:docPartBody>
    </w:docPart>
    <w:docPart>
      <w:docPartPr>
        <w:name w:val="3DBEDB60D389424EB5DDECE55B355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F1084-1C1C-404A-89B3-F3B767504985}"/>
      </w:docPartPr>
      <w:docPartBody>
        <w:p w:rsidR="00000000" w:rsidRDefault="00497F40">
          <w:pPr>
            <w:pStyle w:val="3DBEDB60D389424EB5DDECE55B355D66"/>
          </w:pPr>
          <w:r>
            <w:t>[Customer Name]</w:t>
          </w:r>
        </w:p>
      </w:docPartBody>
    </w:docPart>
    <w:docPart>
      <w:docPartPr>
        <w:name w:val="36607FF58BC09B43B61AA8A95E463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F43F9-78D2-5D4A-9D5B-2071A5F98DAA}"/>
      </w:docPartPr>
      <w:docPartBody>
        <w:p w:rsidR="00000000" w:rsidRDefault="00497F40">
          <w:pPr>
            <w:pStyle w:val="36607FF58BC09B43B61AA8A95E4636DF"/>
          </w:pPr>
          <w:r w:rsidRPr="00E61D92">
            <w:rPr>
              <w:rStyle w:val="PlaceholderText"/>
            </w:rPr>
            <w:t>[Remainder of</w:t>
          </w:r>
          <w:r>
            <w:t xml:space="preserve"> </w:t>
          </w:r>
          <w:r w:rsidRPr="00E61D92">
            <w:rPr>
              <w:rStyle w:val="PlaceholderText"/>
            </w:rPr>
            <w:t>positive quote]</w:t>
          </w:r>
        </w:p>
      </w:docPartBody>
    </w:docPart>
    <w:docPart>
      <w:docPartPr>
        <w:name w:val="6E3E51DD79A89040B048582A99357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BBD80-333E-984E-BBE6-AD64A6CADD04}"/>
      </w:docPartPr>
      <w:docPartBody>
        <w:p w:rsidR="00000000" w:rsidRDefault="00497F40">
          <w:pPr>
            <w:pStyle w:val="6E3E51DD79A89040B048582A9935723E"/>
          </w:pPr>
          <w:r>
            <w:t>[Product]</w:t>
          </w:r>
        </w:p>
      </w:docPartBody>
    </w:docPart>
    <w:docPart>
      <w:docPartPr>
        <w:name w:val="64B7C7C977BD3C4798AF2DC417451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67447-8D94-C747-9803-329F95E6BF3D}"/>
      </w:docPartPr>
      <w:docPartBody>
        <w:p w:rsidR="00000000" w:rsidRDefault="00497F40">
          <w:pPr>
            <w:pStyle w:val="64B7C7C977BD3C4798AF2DC417451C33"/>
          </w:pPr>
          <w:r>
            <w:t>[Product]</w:t>
          </w:r>
        </w:p>
      </w:docPartBody>
    </w:docPart>
    <w:docPart>
      <w:docPartPr>
        <w:name w:val="C28EF02946CFE846B0235B1D39A26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D50E9-90C9-8248-8154-C03AE294FCC3}"/>
      </w:docPartPr>
      <w:docPartBody>
        <w:p w:rsidR="00000000" w:rsidRDefault="00497F40">
          <w:pPr>
            <w:pStyle w:val="C28EF02946CFE846B0235B1D39A26DC1"/>
          </w:pPr>
          <w:r w:rsidRPr="008C6184">
            <w:t>[Company Name]</w:t>
          </w:r>
        </w:p>
      </w:docPartBody>
    </w:docPart>
    <w:docPart>
      <w:docPartPr>
        <w:name w:val="A3FF0B9AE131F04F82BF9CF4E4B1B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D85E8-F689-7D4B-9174-F5387948C70C}"/>
      </w:docPartPr>
      <w:docPartBody>
        <w:p w:rsidR="00000000" w:rsidRDefault="00497F40">
          <w:pPr>
            <w:pStyle w:val="A3FF0B9AE131F04F82BF9CF4E4B1BA38"/>
          </w:pPr>
          <w:r>
            <w:t>[Product]</w:t>
          </w:r>
        </w:p>
      </w:docPartBody>
    </w:docPart>
    <w:docPart>
      <w:docPartPr>
        <w:name w:val="CC9723BEC666A64EABB8A523A6B8A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5FA82-E6A7-754B-B7B5-44CE96A34126}"/>
      </w:docPartPr>
      <w:docPartBody>
        <w:p w:rsidR="00000000" w:rsidRDefault="00497F40">
          <w:pPr>
            <w:pStyle w:val="CC9723BEC666A64EABB8A523A6B8A5F9"/>
          </w:pPr>
          <w:r w:rsidRPr="00E61D92">
            <w:rPr>
              <w:rStyle w:val="PlaceholderText"/>
            </w:rPr>
            <w:t>[website URL]</w:t>
          </w:r>
        </w:p>
      </w:docPartBody>
    </w:docPart>
    <w:docPart>
      <w:docPartPr>
        <w:name w:val="107FED329837AB4895A6DE5F021C4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8F253-2DBD-8743-B200-A6DA940E7DE8}"/>
      </w:docPartPr>
      <w:docPartBody>
        <w:p w:rsidR="00000000" w:rsidRDefault="00497F40">
          <w:pPr>
            <w:pStyle w:val="107FED329837AB4895A6DE5F021C44E2"/>
          </w:pPr>
          <w:r w:rsidRPr="00E61D92">
            <w:rPr>
              <w:rStyle w:val="PlaceholderText"/>
            </w:rPr>
            <w:t>[Year]</w:t>
          </w:r>
        </w:p>
      </w:docPartBody>
    </w:docPart>
    <w:docPart>
      <w:docPartPr>
        <w:name w:val="EF133AEAD615DA47822455459095D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961CE-9F0D-A94B-BC2E-6FD16D81BD64}"/>
      </w:docPartPr>
      <w:docPartBody>
        <w:p w:rsidR="00000000" w:rsidRDefault="00497F40">
          <w:pPr>
            <w:pStyle w:val="EF133AEAD615DA47822455459095D8F5"/>
          </w:pPr>
          <w:r w:rsidRPr="008C6184">
            <w:t>[Company Name]</w:t>
          </w:r>
        </w:p>
      </w:docPartBody>
    </w:docPart>
    <w:docPart>
      <w:docPartPr>
        <w:name w:val="6D6EF76533E1A144BC58C7499CF94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3C258-8887-5046-8DF9-66F6452332E5}"/>
      </w:docPartPr>
      <w:docPartBody>
        <w:p w:rsidR="00000000" w:rsidRDefault="00497F40">
          <w:pPr>
            <w:pStyle w:val="6D6EF76533E1A144BC58C7499CF94531"/>
          </w:pPr>
          <w:r w:rsidRPr="00E61D92">
            <w:rPr>
              <w:rStyle w:val="PlaceholderText"/>
            </w:rPr>
            <w:t>[SYMBOL]</w:t>
          </w:r>
        </w:p>
      </w:docPartBody>
    </w:docPart>
    <w:docPart>
      <w:docPartPr>
        <w:name w:val="E3C45F264AC05A4F8ECAF87B19189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FEB57-B48B-EC43-9D6D-8825C7059A6D}"/>
      </w:docPartPr>
      <w:docPartBody>
        <w:p w:rsidR="00000000" w:rsidRDefault="00497F40">
          <w:pPr>
            <w:pStyle w:val="E3C45F264AC05A4F8ECAF87B19189942"/>
          </w:pPr>
          <w:r w:rsidRPr="00E61D92">
            <w:rPr>
              <w:rStyle w:val="PlaceholderText"/>
            </w:rPr>
            <w:t>[business]</w:t>
          </w:r>
        </w:p>
      </w:docPartBody>
    </w:docPart>
    <w:docPart>
      <w:docPartPr>
        <w:name w:val="C047D9002EFCEF479996A93DF9CD9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3346F-9811-6F45-A9E7-D05EF83F2E96}"/>
      </w:docPartPr>
      <w:docPartBody>
        <w:p w:rsidR="00000000" w:rsidRDefault="00497F40">
          <w:pPr>
            <w:pStyle w:val="C047D9002EFCEF479996A93DF9CD96D8"/>
          </w:pPr>
          <w:r w:rsidRPr="00E61D92">
            <w:rPr>
              <w:rStyle w:val="PlaceholderText"/>
            </w:rPr>
            <w:t>[mission]</w:t>
          </w:r>
        </w:p>
      </w:docPartBody>
    </w:docPart>
    <w:docPart>
      <w:docPartPr>
        <w:name w:val="C14F9207F194344BA6F5981322B08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ED804-0B2C-5143-8932-224C47024369}"/>
      </w:docPartPr>
      <w:docPartBody>
        <w:p w:rsidR="00000000" w:rsidRDefault="00497F40">
          <w:pPr>
            <w:pStyle w:val="C14F9207F194344BA6F5981322B082DD"/>
          </w:pPr>
          <w:r w:rsidRPr="008C6184">
            <w:t>[Company Name]</w:t>
          </w:r>
        </w:p>
      </w:docPartBody>
    </w:docPart>
    <w:docPart>
      <w:docPartPr>
        <w:name w:val="A7501D885F38564D9064BE9E9B567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9F6C1-E3C4-EF44-8FFC-85C3A43E9775}"/>
      </w:docPartPr>
      <w:docPartBody>
        <w:p w:rsidR="00000000" w:rsidRDefault="00497F40">
          <w:pPr>
            <w:pStyle w:val="A7501D885F38564D9064BE9E9B5677E5"/>
          </w:pPr>
          <w:r>
            <w:t>[Product]</w:t>
          </w:r>
        </w:p>
      </w:docPartBody>
    </w:docPart>
    <w:docPart>
      <w:docPartPr>
        <w:name w:val="696D959201D4D04E9001E01F2D09E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01060-C51D-E144-AE37-5D5A0502EE6D}"/>
      </w:docPartPr>
      <w:docPartBody>
        <w:p w:rsidR="00000000" w:rsidRDefault="00497F40">
          <w:pPr>
            <w:pStyle w:val="696D959201D4D04E9001E01F2D09E03C"/>
          </w:pPr>
          <w:r w:rsidRPr="008C6184">
            <w:t>[Company Name]</w:t>
          </w:r>
        </w:p>
      </w:docPartBody>
    </w:docPart>
    <w:docPart>
      <w:docPartPr>
        <w:name w:val="D3A549835790834DA803756681308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2AB9D-1E18-534C-A6AE-5D77A998E825}"/>
      </w:docPartPr>
      <w:docPartBody>
        <w:p w:rsidR="00000000" w:rsidRDefault="00497F40">
          <w:pPr>
            <w:pStyle w:val="D3A549835790834DA803756681308D48"/>
          </w:pPr>
          <w:r>
            <w:t>[PR Contact Name]</w:t>
          </w:r>
        </w:p>
      </w:docPartBody>
    </w:docPart>
    <w:docPart>
      <w:docPartPr>
        <w:name w:val="A17722B89AFD3D48BE1476C37835B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5248D-C4CA-CD4E-853A-4B6B7FD194E2}"/>
      </w:docPartPr>
      <w:docPartBody>
        <w:p w:rsidR="00000000" w:rsidRDefault="00497F40">
          <w:pPr>
            <w:pStyle w:val="A17722B89AFD3D48BE1476C37835B7D9"/>
          </w:pPr>
          <w:r>
            <w:t>[phone number]</w:t>
          </w:r>
        </w:p>
      </w:docPartBody>
    </w:docPart>
    <w:docPart>
      <w:docPartPr>
        <w:name w:val="BB5233014B459D4FAB79967F907F4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9561F-5828-8C4C-81EF-D930575755D1}"/>
      </w:docPartPr>
      <w:docPartBody>
        <w:p w:rsidR="00000000" w:rsidRDefault="00497F40">
          <w:pPr>
            <w:pStyle w:val="BB5233014B459D4FAB79967F907F4D23"/>
          </w:pPr>
          <w:r>
            <w:t>[email]</w:t>
          </w:r>
        </w:p>
      </w:docPartBody>
    </w:docPart>
    <w:docPart>
      <w:docPartPr>
        <w:name w:val="AE6D2785D8A3064CBA59A39977437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81700-DA05-5741-BCD2-BDF97FDC84AD}"/>
      </w:docPartPr>
      <w:docPartBody>
        <w:p w:rsidR="00000000" w:rsidRDefault="00497F40">
          <w:pPr>
            <w:pStyle w:val="AE6D2785D8A3064CBA59A399774373D9"/>
          </w:pPr>
          <w:r>
            <w:t>[Product]</w:t>
          </w:r>
        </w:p>
      </w:docPartBody>
    </w:docPart>
    <w:docPart>
      <w:docPartPr>
        <w:name w:val="7DF0E0BED7FD50469F7F1F220AB77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8E322-54F9-F448-B3AB-864B1CA191E1}"/>
      </w:docPartPr>
      <w:docPartBody>
        <w:p w:rsidR="00000000" w:rsidRDefault="00497F40">
          <w:pPr>
            <w:pStyle w:val="7DF0E0BED7FD50469F7F1F220AB77090"/>
          </w:pPr>
          <w:r>
            <w:t>[website URL]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1987D806B68A4480646DB135F097DA">
    <w:name w:val="991987D806B68A4480646DB135F097DA"/>
  </w:style>
  <w:style w:type="paragraph" w:customStyle="1" w:styleId="2A3DCD7CBDD7AD449BBA7EFEEA001906">
    <w:name w:val="2A3DCD7CBDD7AD449BBA7EFEEA001906"/>
  </w:style>
  <w:style w:type="paragraph" w:customStyle="1" w:styleId="03A76000B72EE04D9B030C12374732D5">
    <w:name w:val="03A76000B72EE04D9B030C12374732D5"/>
  </w:style>
  <w:style w:type="paragraph" w:customStyle="1" w:styleId="8C7D5B1CF2020C48808E5B074F6313B7">
    <w:name w:val="8C7D5B1CF2020C48808E5B074F6313B7"/>
  </w:style>
  <w:style w:type="paragraph" w:customStyle="1" w:styleId="F6348F10600C34489DF921D3D61CD872">
    <w:name w:val="F6348F10600C34489DF921D3D61CD872"/>
  </w:style>
  <w:style w:type="character" w:styleId="Strong">
    <w:name w:val="Strong"/>
    <w:basedOn w:val="DefaultParagraphFont"/>
    <w:uiPriority w:val="22"/>
    <w:unhideWhenUsed/>
    <w:qFormat/>
    <w:rPr>
      <w:b/>
      <w:bCs/>
    </w:rPr>
  </w:style>
  <w:style w:type="paragraph" w:customStyle="1" w:styleId="782025E4C67CE244B3D6A4CED988E401">
    <w:name w:val="782025E4C67CE244B3D6A4CED988E401"/>
  </w:style>
  <w:style w:type="paragraph" w:customStyle="1" w:styleId="F1479ACD18D0724E9BA2120AAFBAC5F7">
    <w:name w:val="F1479ACD18D0724E9BA2120AAFBAC5F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ACAFD882A951B4B9782A006A599B496">
    <w:name w:val="6ACAFD882A951B4B9782A006A599B496"/>
  </w:style>
  <w:style w:type="paragraph" w:customStyle="1" w:styleId="8966B4B9D70F5B4998DAE82655199F1C">
    <w:name w:val="8966B4B9D70F5B4998DAE82655199F1C"/>
  </w:style>
  <w:style w:type="paragraph" w:customStyle="1" w:styleId="4524269A2F567C4A970DF5B0AF9CC64A">
    <w:name w:val="4524269A2F567C4A970DF5B0AF9CC64A"/>
  </w:style>
  <w:style w:type="paragraph" w:customStyle="1" w:styleId="4F6359D6937CF641BA552DCD65799175">
    <w:name w:val="4F6359D6937CF641BA552DCD65799175"/>
  </w:style>
  <w:style w:type="paragraph" w:customStyle="1" w:styleId="BFE85E2E2F8C7548AAC5527A5AF72CC9">
    <w:name w:val="BFE85E2E2F8C7548AAC5527A5AF72CC9"/>
  </w:style>
  <w:style w:type="paragraph" w:customStyle="1" w:styleId="2F93E51240A5844D85D13D19A18F9CB1">
    <w:name w:val="2F93E51240A5844D85D13D19A18F9CB1"/>
  </w:style>
  <w:style w:type="paragraph" w:customStyle="1" w:styleId="D2B1D5F2015F024C992A3602F8D3C2E1">
    <w:name w:val="D2B1D5F2015F024C992A3602F8D3C2E1"/>
  </w:style>
  <w:style w:type="paragraph" w:customStyle="1" w:styleId="9AF8A42301962645B1B006DC551C4543">
    <w:name w:val="9AF8A42301962645B1B006DC551C4543"/>
  </w:style>
  <w:style w:type="paragraph" w:customStyle="1" w:styleId="B132790F5BB85F43AE7BE809411031AB">
    <w:name w:val="B132790F5BB85F43AE7BE809411031AB"/>
  </w:style>
  <w:style w:type="paragraph" w:customStyle="1" w:styleId="5C17D7C6FFD0D54D9903F38E1A114883">
    <w:name w:val="5C17D7C6FFD0D54D9903F38E1A114883"/>
  </w:style>
  <w:style w:type="paragraph" w:customStyle="1" w:styleId="9AF5149EEA1D0D469F74F0BDE487BE92">
    <w:name w:val="9AF5149EEA1D0D469F74F0BDE487BE92"/>
  </w:style>
  <w:style w:type="paragraph" w:customStyle="1" w:styleId="A54F92E224364C459E67A8135024F4A5">
    <w:name w:val="A54F92E224364C459E67A8135024F4A5"/>
  </w:style>
  <w:style w:type="paragraph" w:customStyle="1" w:styleId="51035B918A418143B7EC9E3BE1F09745">
    <w:name w:val="51035B918A418143B7EC9E3BE1F09745"/>
  </w:style>
  <w:style w:type="paragraph" w:customStyle="1" w:styleId="702BF96C6B4C7F4CB0FA53E3284F097C">
    <w:name w:val="702BF96C6B4C7F4CB0FA53E3284F097C"/>
  </w:style>
  <w:style w:type="paragraph" w:customStyle="1" w:styleId="7BF44E30D52C1442B1E6AADC7F9104CF">
    <w:name w:val="7BF44E30D52C1442B1E6AADC7F9104CF"/>
  </w:style>
  <w:style w:type="paragraph" w:customStyle="1" w:styleId="A2BEEFFCCEA4C7499D0653C3603E5B86">
    <w:name w:val="A2BEEFFCCEA4C7499D0653C3603E5B86"/>
  </w:style>
  <w:style w:type="paragraph" w:customStyle="1" w:styleId="3074A5239FE9C44ABCFDA2C3ADB59331">
    <w:name w:val="3074A5239FE9C44ABCFDA2C3ADB59331"/>
  </w:style>
  <w:style w:type="paragraph" w:customStyle="1" w:styleId="95AC53EA974EA349A65F7D82F6A6D6B0">
    <w:name w:val="95AC53EA974EA349A65F7D82F6A6D6B0"/>
  </w:style>
  <w:style w:type="paragraph" w:customStyle="1" w:styleId="3DBEDB60D389424EB5DDECE55B355D66">
    <w:name w:val="3DBEDB60D389424EB5DDECE55B355D66"/>
  </w:style>
  <w:style w:type="paragraph" w:customStyle="1" w:styleId="36607FF58BC09B43B61AA8A95E4636DF">
    <w:name w:val="36607FF58BC09B43B61AA8A95E4636DF"/>
  </w:style>
  <w:style w:type="paragraph" w:customStyle="1" w:styleId="6E3E51DD79A89040B048582A9935723E">
    <w:name w:val="6E3E51DD79A89040B048582A9935723E"/>
  </w:style>
  <w:style w:type="paragraph" w:customStyle="1" w:styleId="64B7C7C977BD3C4798AF2DC417451C33">
    <w:name w:val="64B7C7C977BD3C4798AF2DC417451C33"/>
  </w:style>
  <w:style w:type="paragraph" w:customStyle="1" w:styleId="C28EF02946CFE846B0235B1D39A26DC1">
    <w:name w:val="C28EF02946CFE846B0235B1D39A26DC1"/>
  </w:style>
  <w:style w:type="paragraph" w:customStyle="1" w:styleId="A3FF0B9AE131F04F82BF9CF4E4B1BA38">
    <w:name w:val="A3FF0B9AE131F04F82BF9CF4E4B1BA38"/>
  </w:style>
  <w:style w:type="paragraph" w:customStyle="1" w:styleId="CC9723BEC666A64EABB8A523A6B8A5F9">
    <w:name w:val="CC9723BEC666A64EABB8A523A6B8A5F9"/>
  </w:style>
  <w:style w:type="paragraph" w:customStyle="1" w:styleId="107FED329837AB4895A6DE5F021C44E2">
    <w:name w:val="107FED329837AB4895A6DE5F021C44E2"/>
  </w:style>
  <w:style w:type="paragraph" w:customStyle="1" w:styleId="EF133AEAD615DA47822455459095D8F5">
    <w:name w:val="EF133AEAD615DA47822455459095D8F5"/>
  </w:style>
  <w:style w:type="paragraph" w:customStyle="1" w:styleId="6D6EF76533E1A144BC58C7499CF94531">
    <w:name w:val="6D6EF76533E1A144BC58C7499CF94531"/>
  </w:style>
  <w:style w:type="paragraph" w:customStyle="1" w:styleId="E3C45F264AC05A4F8ECAF87B19189942">
    <w:name w:val="E3C45F264AC05A4F8ECAF87B19189942"/>
  </w:style>
  <w:style w:type="paragraph" w:customStyle="1" w:styleId="C047D9002EFCEF479996A93DF9CD96D8">
    <w:name w:val="C047D9002EFCEF479996A93DF9CD96D8"/>
  </w:style>
  <w:style w:type="paragraph" w:customStyle="1" w:styleId="C14F9207F194344BA6F5981322B082DD">
    <w:name w:val="C14F9207F194344BA6F5981322B082DD"/>
  </w:style>
  <w:style w:type="paragraph" w:customStyle="1" w:styleId="A7501D885F38564D9064BE9E9B5677E5">
    <w:name w:val="A7501D885F38564D9064BE9E9B5677E5"/>
  </w:style>
  <w:style w:type="paragraph" w:customStyle="1" w:styleId="696D959201D4D04E9001E01F2D09E03C">
    <w:name w:val="696D959201D4D04E9001E01F2D09E03C"/>
  </w:style>
  <w:style w:type="paragraph" w:customStyle="1" w:styleId="D3A549835790834DA803756681308D48">
    <w:name w:val="D3A549835790834DA803756681308D48"/>
  </w:style>
  <w:style w:type="paragraph" w:customStyle="1" w:styleId="A17722B89AFD3D48BE1476C37835B7D9">
    <w:name w:val="A17722B89AFD3D48BE1476C37835B7D9"/>
  </w:style>
  <w:style w:type="paragraph" w:customStyle="1" w:styleId="BB5233014B459D4FAB79967F907F4D23">
    <w:name w:val="BB5233014B459D4FAB79967F907F4D23"/>
  </w:style>
  <w:style w:type="paragraph" w:customStyle="1" w:styleId="AE6D2785D8A3064CBA59A399774373D9">
    <w:name w:val="AE6D2785D8A3064CBA59A399774373D9"/>
  </w:style>
  <w:style w:type="paragraph" w:customStyle="1" w:styleId="7DF0E0BED7FD50469F7F1F220AB77090">
    <w:name w:val="7DF0E0BED7FD50469F7F1F220AB7709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1987D806B68A4480646DB135F097DA">
    <w:name w:val="991987D806B68A4480646DB135F097DA"/>
  </w:style>
  <w:style w:type="paragraph" w:customStyle="1" w:styleId="2A3DCD7CBDD7AD449BBA7EFEEA001906">
    <w:name w:val="2A3DCD7CBDD7AD449BBA7EFEEA001906"/>
  </w:style>
  <w:style w:type="paragraph" w:customStyle="1" w:styleId="03A76000B72EE04D9B030C12374732D5">
    <w:name w:val="03A76000B72EE04D9B030C12374732D5"/>
  </w:style>
  <w:style w:type="paragraph" w:customStyle="1" w:styleId="8C7D5B1CF2020C48808E5B074F6313B7">
    <w:name w:val="8C7D5B1CF2020C48808E5B074F6313B7"/>
  </w:style>
  <w:style w:type="paragraph" w:customStyle="1" w:styleId="F6348F10600C34489DF921D3D61CD872">
    <w:name w:val="F6348F10600C34489DF921D3D61CD872"/>
  </w:style>
  <w:style w:type="character" w:styleId="Strong">
    <w:name w:val="Strong"/>
    <w:basedOn w:val="DefaultParagraphFont"/>
    <w:uiPriority w:val="22"/>
    <w:unhideWhenUsed/>
    <w:qFormat/>
    <w:rPr>
      <w:b/>
      <w:bCs/>
    </w:rPr>
  </w:style>
  <w:style w:type="paragraph" w:customStyle="1" w:styleId="782025E4C67CE244B3D6A4CED988E401">
    <w:name w:val="782025E4C67CE244B3D6A4CED988E401"/>
  </w:style>
  <w:style w:type="paragraph" w:customStyle="1" w:styleId="F1479ACD18D0724E9BA2120AAFBAC5F7">
    <w:name w:val="F1479ACD18D0724E9BA2120AAFBAC5F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ACAFD882A951B4B9782A006A599B496">
    <w:name w:val="6ACAFD882A951B4B9782A006A599B496"/>
  </w:style>
  <w:style w:type="paragraph" w:customStyle="1" w:styleId="8966B4B9D70F5B4998DAE82655199F1C">
    <w:name w:val="8966B4B9D70F5B4998DAE82655199F1C"/>
  </w:style>
  <w:style w:type="paragraph" w:customStyle="1" w:styleId="4524269A2F567C4A970DF5B0AF9CC64A">
    <w:name w:val="4524269A2F567C4A970DF5B0AF9CC64A"/>
  </w:style>
  <w:style w:type="paragraph" w:customStyle="1" w:styleId="4F6359D6937CF641BA552DCD65799175">
    <w:name w:val="4F6359D6937CF641BA552DCD65799175"/>
  </w:style>
  <w:style w:type="paragraph" w:customStyle="1" w:styleId="BFE85E2E2F8C7548AAC5527A5AF72CC9">
    <w:name w:val="BFE85E2E2F8C7548AAC5527A5AF72CC9"/>
  </w:style>
  <w:style w:type="paragraph" w:customStyle="1" w:styleId="2F93E51240A5844D85D13D19A18F9CB1">
    <w:name w:val="2F93E51240A5844D85D13D19A18F9CB1"/>
  </w:style>
  <w:style w:type="paragraph" w:customStyle="1" w:styleId="D2B1D5F2015F024C992A3602F8D3C2E1">
    <w:name w:val="D2B1D5F2015F024C992A3602F8D3C2E1"/>
  </w:style>
  <w:style w:type="paragraph" w:customStyle="1" w:styleId="9AF8A42301962645B1B006DC551C4543">
    <w:name w:val="9AF8A42301962645B1B006DC551C4543"/>
  </w:style>
  <w:style w:type="paragraph" w:customStyle="1" w:styleId="B132790F5BB85F43AE7BE809411031AB">
    <w:name w:val="B132790F5BB85F43AE7BE809411031AB"/>
  </w:style>
  <w:style w:type="paragraph" w:customStyle="1" w:styleId="5C17D7C6FFD0D54D9903F38E1A114883">
    <w:name w:val="5C17D7C6FFD0D54D9903F38E1A114883"/>
  </w:style>
  <w:style w:type="paragraph" w:customStyle="1" w:styleId="9AF5149EEA1D0D469F74F0BDE487BE92">
    <w:name w:val="9AF5149EEA1D0D469F74F0BDE487BE92"/>
  </w:style>
  <w:style w:type="paragraph" w:customStyle="1" w:styleId="A54F92E224364C459E67A8135024F4A5">
    <w:name w:val="A54F92E224364C459E67A8135024F4A5"/>
  </w:style>
  <w:style w:type="paragraph" w:customStyle="1" w:styleId="51035B918A418143B7EC9E3BE1F09745">
    <w:name w:val="51035B918A418143B7EC9E3BE1F09745"/>
  </w:style>
  <w:style w:type="paragraph" w:customStyle="1" w:styleId="702BF96C6B4C7F4CB0FA53E3284F097C">
    <w:name w:val="702BF96C6B4C7F4CB0FA53E3284F097C"/>
  </w:style>
  <w:style w:type="paragraph" w:customStyle="1" w:styleId="7BF44E30D52C1442B1E6AADC7F9104CF">
    <w:name w:val="7BF44E30D52C1442B1E6AADC7F9104CF"/>
  </w:style>
  <w:style w:type="paragraph" w:customStyle="1" w:styleId="A2BEEFFCCEA4C7499D0653C3603E5B86">
    <w:name w:val="A2BEEFFCCEA4C7499D0653C3603E5B86"/>
  </w:style>
  <w:style w:type="paragraph" w:customStyle="1" w:styleId="3074A5239FE9C44ABCFDA2C3ADB59331">
    <w:name w:val="3074A5239FE9C44ABCFDA2C3ADB59331"/>
  </w:style>
  <w:style w:type="paragraph" w:customStyle="1" w:styleId="95AC53EA974EA349A65F7D82F6A6D6B0">
    <w:name w:val="95AC53EA974EA349A65F7D82F6A6D6B0"/>
  </w:style>
  <w:style w:type="paragraph" w:customStyle="1" w:styleId="3DBEDB60D389424EB5DDECE55B355D66">
    <w:name w:val="3DBEDB60D389424EB5DDECE55B355D66"/>
  </w:style>
  <w:style w:type="paragraph" w:customStyle="1" w:styleId="36607FF58BC09B43B61AA8A95E4636DF">
    <w:name w:val="36607FF58BC09B43B61AA8A95E4636DF"/>
  </w:style>
  <w:style w:type="paragraph" w:customStyle="1" w:styleId="6E3E51DD79A89040B048582A9935723E">
    <w:name w:val="6E3E51DD79A89040B048582A9935723E"/>
  </w:style>
  <w:style w:type="paragraph" w:customStyle="1" w:styleId="64B7C7C977BD3C4798AF2DC417451C33">
    <w:name w:val="64B7C7C977BD3C4798AF2DC417451C33"/>
  </w:style>
  <w:style w:type="paragraph" w:customStyle="1" w:styleId="C28EF02946CFE846B0235B1D39A26DC1">
    <w:name w:val="C28EF02946CFE846B0235B1D39A26DC1"/>
  </w:style>
  <w:style w:type="paragraph" w:customStyle="1" w:styleId="A3FF0B9AE131F04F82BF9CF4E4B1BA38">
    <w:name w:val="A3FF0B9AE131F04F82BF9CF4E4B1BA38"/>
  </w:style>
  <w:style w:type="paragraph" w:customStyle="1" w:styleId="CC9723BEC666A64EABB8A523A6B8A5F9">
    <w:name w:val="CC9723BEC666A64EABB8A523A6B8A5F9"/>
  </w:style>
  <w:style w:type="paragraph" w:customStyle="1" w:styleId="107FED329837AB4895A6DE5F021C44E2">
    <w:name w:val="107FED329837AB4895A6DE5F021C44E2"/>
  </w:style>
  <w:style w:type="paragraph" w:customStyle="1" w:styleId="EF133AEAD615DA47822455459095D8F5">
    <w:name w:val="EF133AEAD615DA47822455459095D8F5"/>
  </w:style>
  <w:style w:type="paragraph" w:customStyle="1" w:styleId="6D6EF76533E1A144BC58C7499CF94531">
    <w:name w:val="6D6EF76533E1A144BC58C7499CF94531"/>
  </w:style>
  <w:style w:type="paragraph" w:customStyle="1" w:styleId="E3C45F264AC05A4F8ECAF87B19189942">
    <w:name w:val="E3C45F264AC05A4F8ECAF87B19189942"/>
  </w:style>
  <w:style w:type="paragraph" w:customStyle="1" w:styleId="C047D9002EFCEF479996A93DF9CD96D8">
    <w:name w:val="C047D9002EFCEF479996A93DF9CD96D8"/>
  </w:style>
  <w:style w:type="paragraph" w:customStyle="1" w:styleId="C14F9207F194344BA6F5981322B082DD">
    <w:name w:val="C14F9207F194344BA6F5981322B082DD"/>
  </w:style>
  <w:style w:type="paragraph" w:customStyle="1" w:styleId="A7501D885F38564D9064BE9E9B5677E5">
    <w:name w:val="A7501D885F38564D9064BE9E9B5677E5"/>
  </w:style>
  <w:style w:type="paragraph" w:customStyle="1" w:styleId="696D959201D4D04E9001E01F2D09E03C">
    <w:name w:val="696D959201D4D04E9001E01F2D09E03C"/>
  </w:style>
  <w:style w:type="paragraph" w:customStyle="1" w:styleId="D3A549835790834DA803756681308D48">
    <w:name w:val="D3A549835790834DA803756681308D48"/>
  </w:style>
  <w:style w:type="paragraph" w:customStyle="1" w:styleId="A17722B89AFD3D48BE1476C37835B7D9">
    <w:name w:val="A17722B89AFD3D48BE1476C37835B7D9"/>
  </w:style>
  <w:style w:type="paragraph" w:customStyle="1" w:styleId="BB5233014B459D4FAB79967F907F4D23">
    <w:name w:val="BB5233014B459D4FAB79967F907F4D23"/>
  </w:style>
  <w:style w:type="paragraph" w:customStyle="1" w:styleId="AE6D2785D8A3064CBA59A399774373D9">
    <w:name w:val="AE6D2785D8A3064CBA59A399774373D9"/>
  </w:style>
  <w:style w:type="paragraph" w:customStyle="1" w:styleId="7DF0E0BED7FD50469F7F1F220AB77090">
    <w:name w:val="7DF0E0BED7FD50469F7F1F220AB770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C39CFC-6E55-4236-A4AA-76433D13FD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TS102810547.dotx</Template>
  <TotalTime>1</TotalTime>
  <Pages>2</Pages>
  <Words>249</Words>
  <Characters>1421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press release</vt:lpstr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press release</dc:title>
  <dc:creator>Khalid Farooq</dc:creator>
  <cp:keywords/>
  <cp:lastModifiedBy>Khalid Farooq</cp:lastModifiedBy>
  <cp:revision>1</cp:revision>
  <dcterms:created xsi:type="dcterms:W3CDTF">2013-12-21T14:27:00Z</dcterms:created>
  <dcterms:modified xsi:type="dcterms:W3CDTF">2013-12-21T14:28:00Z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TC010178311033</vt:lpwstr>
  </property>
</Properties>
</file>