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alias w:val="Name"/>
        <w:tag w:val="Name"/>
        <w:id w:val="1731347176"/>
        <w:placeholder>
          <w:docPart w:val="E60891DD84DC944EAE9F5171BF8699F4"/>
        </w:placeholder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 w:multiLine="1"/>
      </w:sdtPr>
      <w:sdtEndPr/>
      <w:sdtContent>
        <w:p w:rsidR="0021430B" w:rsidRDefault="002835E1" w:rsidP="00643A94">
          <w:pPr>
            <w:pStyle w:val="Address"/>
          </w:pPr>
          <w:r>
            <w:t>[Your Name]</w:t>
          </w:r>
        </w:p>
      </w:sdtContent>
    </w:sdt>
    <w:sdt>
      <w:sdtPr>
        <w:alias w:val="Address"/>
        <w:tag w:val="Address"/>
        <w:id w:val="1731347187"/>
        <w:placeholder>
          <w:docPart w:val="9F0329C753D0324FADC50B398A8580AE"/>
        </w:placeholder>
        <w:temporary/>
        <w:showingPlcHdr/>
      </w:sdtPr>
      <w:sdtEndPr/>
      <w:sdtContent>
        <w:p w:rsidR="00FD5F91" w:rsidRDefault="002835E1" w:rsidP="00643A94">
          <w:pPr>
            <w:pStyle w:val="Address"/>
          </w:pPr>
          <w:r>
            <w:t>[Street Address]</w:t>
          </w:r>
        </w:p>
      </w:sdtContent>
    </w:sdt>
    <w:sdt>
      <w:sdtPr>
        <w:alias w:val="City, ST  ZIP Code"/>
        <w:tag w:val="City, ST  ZIP Code"/>
        <w:id w:val="1731347214"/>
        <w:placeholder>
          <w:docPart w:val="7AB95D47A4EC614C882F0FDE1362957C"/>
        </w:placeholder>
        <w:temporary/>
        <w:showingPlcHdr/>
      </w:sdtPr>
      <w:sdtEndPr/>
      <w:sdtContent>
        <w:p w:rsidR="00FD5F91" w:rsidRDefault="002835E1" w:rsidP="00643A94">
          <w:pPr>
            <w:pStyle w:val="Address"/>
          </w:pPr>
          <w:r>
            <w:t>[City, ST  ZIP Code]</w:t>
          </w:r>
        </w:p>
      </w:sdtContent>
    </w:sdt>
    <w:sdt>
      <w:sdtPr>
        <w:alias w:val="Date"/>
        <w:tag w:val="Date"/>
        <w:id w:val="1731347242"/>
        <w:placeholder>
          <w:docPart w:val="ED09AE913F27D547BDC4C1027E92B315"/>
        </w:placeholder>
        <w:showingPlcHdr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p w:rsidR="002835E1" w:rsidRDefault="002835E1" w:rsidP="002835E1">
          <w:pPr>
            <w:pStyle w:val="Date"/>
          </w:pPr>
          <w:r>
            <w:t>[Date]</w:t>
          </w:r>
        </w:p>
      </w:sdtContent>
    </w:sdt>
    <w:sdt>
      <w:sdtPr>
        <w:alias w:val="Name"/>
        <w:tag w:val="Name"/>
        <w:id w:val="1731347254"/>
        <w:placeholder>
          <w:docPart w:val="7F1001369CF1F847B376C0F5C5356253"/>
        </w:placeholder>
        <w:showingPlcHdr/>
        <w:dataBinding w:prefixMappings="xmlns:ns0='http://schemas.microsoft.com/office/2006/coverPageProps' " w:xpath="/ns0:CoverPageProperties[1]/ns0:CompanyAddress[1]" w:storeItemID="{55AF091B-3C7A-41E3-B477-F2FDAA23CFDA}"/>
        <w:text w:multiLine="1"/>
      </w:sdtPr>
      <w:sdtEndPr/>
      <w:sdtContent>
        <w:p w:rsidR="00FD5F91" w:rsidRDefault="002835E1" w:rsidP="002835E1">
          <w:pPr>
            <w:pStyle w:val="Address"/>
          </w:pPr>
          <w:r>
            <w:t>[Recipient Name]</w:t>
          </w:r>
        </w:p>
      </w:sdtContent>
    </w:sdt>
    <w:sdt>
      <w:sdtPr>
        <w:alias w:val="Title"/>
        <w:tag w:val="Title"/>
        <w:id w:val="1731347273"/>
        <w:placeholder>
          <w:docPart w:val="FEB4F2E76C2CC347A36C1C595902A50E"/>
        </w:placeholder>
        <w:temporary/>
        <w:showingPlcHdr/>
      </w:sdtPr>
      <w:sdtEndPr/>
      <w:sdtContent>
        <w:p w:rsidR="00FD5F91" w:rsidRDefault="002835E1" w:rsidP="002835E1">
          <w:pPr>
            <w:pStyle w:val="Address"/>
          </w:pPr>
          <w:r>
            <w:t>[Title]</w:t>
          </w:r>
        </w:p>
      </w:sdtContent>
    </w:sdt>
    <w:sdt>
      <w:sdtPr>
        <w:alias w:val="School"/>
        <w:tag w:val="School"/>
        <w:id w:val="1731347300"/>
        <w:placeholder>
          <w:docPart w:val="316DD365C329E248A791AB312D46B21E"/>
        </w:placeholder>
        <w:temporary/>
        <w:showingPlcHdr/>
      </w:sdtPr>
      <w:sdtEndPr/>
      <w:sdtContent>
        <w:p w:rsidR="009A462A" w:rsidRPr="00D67217" w:rsidRDefault="002835E1" w:rsidP="002835E1">
          <w:pPr>
            <w:pStyle w:val="Address"/>
          </w:pPr>
          <w:r>
            <w:t>[School Name]</w:t>
          </w:r>
        </w:p>
      </w:sdtContent>
    </w:sdt>
    <w:sdt>
      <w:sdtPr>
        <w:alias w:val="Address"/>
        <w:tag w:val="Address"/>
        <w:id w:val="1731347327"/>
        <w:placeholder>
          <w:docPart w:val="ED430FE5F4B38C419800D77ECA450412"/>
        </w:placeholder>
        <w:temporary/>
        <w:showingPlcHdr/>
      </w:sdtPr>
      <w:sdtEndPr/>
      <w:sdtContent>
        <w:p w:rsidR="002835E1" w:rsidRDefault="002835E1" w:rsidP="002835E1">
          <w:pPr>
            <w:pStyle w:val="Address"/>
          </w:pPr>
          <w:r>
            <w:t>[Street Address]</w:t>
          </w:r>
        </w:p>
      </w:sdtContent>
    </w:sdt>
    <w:sdt>
      <w:sdtPr>
        <w:alias w:val="City, ST  ZIP Code"/>
        <w:tag w:val="City, ST  ZIP Code"/>
        <w:id w:val="1731347328"/>
        <w:placeholder>
          <w:docPart w:val="7529804C7BB6B44FADD4C57C201D3944"/>
        </w:placeholder>
        <w:temporary/>
        <w:showingPlcHdr/>
      </w:sdtPr>
      <w:sdtEndPr/>
      <w:sdtContent>
        <w:p w:rsidR="002835E1" w:rsidRDefault="002835E1" w:rsidP="002835E1">
          <w:pPr>
            <w:pStyle w:val="Address"/>
          </w:pPr>
          <w:r>
            <w:t>[City, ST  ZIP Code]</w:t>
          </w:r>
        </w:p>
      </w:sdtContent>
    </w:sdt>
    <w:p w:rsidR="00D27A70" w:rsidRDefault="00D27A70" w:rsidP="002835E1">
      <w:pPr>
        <w:pStyle w:val="Salutation"/>
      </w:pPr>
      <w:r>
        <w:t>Dear</w:t>
      </w:r>
      <w:r w:rsidR="002835E1">
        <w:t xml:space="preserve"> </w:t>
      </w:r>
      <w:sdt>
        <w:sdtPr>
          <w:alias w:val="Name"/>
          <w:tag w:val="Name"/>
          <w:id w:val="1731347329"/>
          <w:placeholder>
            <w:docPart w:val="C68EDAD33D56E546992AA874502E8D23"/>
          </w:placeholder>
          <w:showingPlcHdr/>
          <w:dataBinding w:prefixMappings="xmlns:ns0='http://schemas.microsoft.com/office/2006/coverPageProps' " w:xpath="/ns0:CoverPageProperties[1]/ns0:CompanyAddress[1]" w:storeItemID="{55AF091B-3C7A-41E3-B477-F2FDAA23CFDA}"/>
          <w:text w:multiLine="1"/>
        </w:sdtPr>
        <w:sdtEndPr/>
        <w:sdtContent>
          <w:r w:rsidR="002835E1">
            <w:t>[Recipient Name]</w:t>
          </w:r>
        </w:sdtContent>
      </w:sdt>
      <w:r>
        <w:t>:</w:t>
      </w:r>
    </w:p>
    <w:p w:rsidR="002838DA" w:rsidRPr="009F1BC6" w:rsidRDefault="002838DA" w:rsidP="009F1BC6">
      <w:r w:rsidRPr="009F1BC6">
        <w:t xml:space="preserve">I have applied for an entry-level position as a </w:t>
      </w:r>
      <w:sdt>
        <w:sdtPr>
          <w:alias w:val="Job title"/>
          <w:tag w:val="Job title"/>
          <w:id w:val="1731347338"/>
          <w:placeholder>
            <w:docPart w:val="9BBBD63983905441853247D85E2E18A9"/>
          </w:placeholder>
          <w:temporary/>
          <w:showingPlcHdr/>
        </w:sdtPr>
        <w:sdtEndPr/>
        <w:sdtContent>
          <w:r w:rsidR="002835E1" w:rsidRPr="009F1BC6">
            <w:rPr>
              <w:rStyle w:val="PlaceholderText"/>
            </w:rPr>
            <w:t>[job title]</w:t>
          </w:r>
        </w:sdtContent>
      </w:sdt>
      <w:r w:rsidRPr="009F1BC6">
        <w:t xml:space="preserve"> at </w:t>
      </w:r>
      <w:sdt>
        <w:sdtPr>
          <w:alias w:val="Company"/>
          <w:tag w:val="Company"/>
          <w:id w:val="1731347365"/>
          <w:placeholder>
            <w:docPart w:val="60A294EDB806E44D805E06FBF337F78F"/>
          </w:placeholder>
          <w:temporary/>
          <w:showingPlcHdr/>
        </w:sdtPr>
        <w:sdtEndPr/>
        <w:sdtContent>
          <w:r w:rsidR="002835E1" w:rsidRPr="009F1BC6">
            <w:rPr>
              <w:rStyle w:val="PlaceholderText"/>
            </w:rPr>
            <w:t>[Company Name]</w:t>
          </w:r>
        </w:sdtContent>
      </w:sdt>
      <w:r w:rsidRPr="009F1BC6">
        <w:t xml:space="preserve"> and am in need of a recommendation. I would be honored if you would write one for me. Your course,</w:t>
      </w:r>
      <w:r w:rsidR="002835E1" w:rsidRPr="009F1BC6">
        <w:t xml:space="preserve"> </w:t>
      </w:r>
      <w:sdt>
        <w:sdtPr>
          <w:alias w:val="Class"/>
          <w:tag w:val="Class"/>
          <w:id w:val="1731347392"/>
          <w:placeholder>
            <w:docPart w:val="CA39600A06895547B44C6123F3430A1C"/>
          </w:placeholder>
          <w:temporary/>
          <w:showingPlcHdr/>
        </w:sdtPr>
        <w:sdtEndPr/>
        <w:sdtContent>
          <w:r w:rsidR="002835E1" w:rsidRPr="009F1BC6">
            <w:rPr>
              <w:rStyle w:val="PlaceholderText"/>
            </w:rPr>
            <w:t>[class title]</w:t>
          </w:r>
        </w:sdtContent>
      </w:sdt>
      <w:r w:rsidRPr="009F1BC6">
        <w:t>, was one of my favorite classes in college.</w:t>
      </w:r>
    </w:p>
    <w:p w:rsidR="002838DA" w:rsidRPr="009F1BC6" w:rsidRDefault="002838DA" w:rsidP="009F1BC6">
      <w:r w:rsidRPr="009F1BC6">
        <w:t xml:space="preserve">I have enclosed copies of my resume and transcripts for your review. You will see that I am graduating with a </w:t>
      </w:r>
      <w:sdt>
        <w:sdtPr>
          <w:alias w:val="GPA"/>
          <w:tag w:val="GPA"/>
          <w:id w:val="1731347419"/>
          <w:placeholder>
            <w:docPart w:val="FAFD885BBFCDAF40AAA307E8462C6489"/>
          </w:placeholder>
          <w:temporary/>
          <w:showingPlcHdr/>
        </w:sdtPr>
        <w:sdtEndPr/>
        <w:sdtContent>
          <w:r w:rsidR="002835E1" w:rsidRPr="009F1BC6">
            <w:rPr>
              <w:rStyle w:val="PlaceholderText"/>
            </w:rPr>
            <w:t>[grade point average]</w:t>
          </w:r>
        </w:sdtContent>
      </w:sdt>
      <w:r w:rsidRPr="009F1BC6">
        <w:t xml:space="preserve"> GPA, and that I have been inducted into a number of honor societies that reward excellence in the areas of</w:t>
      </w:r>
      <w:r w:rsidR="00080BB2" w:rsidRPr="009F1BC6">
        <w:t xml:space="preserve"> </w:t>
      </w:r>
      <w:sdt>
        <w:sdtPr>
          <w:alias w:val="Areas of excellence"/>
          <w:tag w:val="Areas of excellence"/>
          <w:id w:val="1731347446"/>
          <w:placeholder>
            <w:docPart w:val="69C8AB9316AB614C98132B55E94DC2B3"/>
          </w:placeholder>
          <w:temporary/>
          <w:showingPlcHdr/>
        </w:sdtPr>
        <w:sdtEndPr/>
        <w:sdtContent>
          <w:r w:rsidR="002835E1" w:rsidRPr="009F1BC6">
            <w:rPr>
              <w:rStyle w:val="PlaceholderText"/>
            </w:rPr>
            <w:t>[description of areas of excellence]</w:t>
          </w:r>
        </w:sdtContent>
      </w:sdt>
      <w:r w:rsidRPr="009F1BC6">
        <w:t xml:space="preserve">. Along with these honors, I also have experience in </w:t>
      </w:r>
      <w:sdt>
        <w:sdtPr>
          <w:alias w:val="Areas of experience"/>
          <w:tag w:val="Areas of experience"/>
          <w:id w:val="1731347473"/>
          <w:placeholder>
            <w:docPart w:val="35B856E1FE63704E87B33F185D4F9F15"/>
          </w:placeholder>
          <w:temporary/>
          <w:showingPlcHdr/>
        </w:sdtPr>
        <w:sdtEndPr/>
        <w:sdtContent>
          <w:r w:rsidR="002835E1" w:rsidRPr="009F1BC6">
            <w:rPr>
              <w:rStyle w:val="PlaceholderText"/>
            </w:rPr>
            <w:t>[areas of experience]</w:t>
          </w:r>
        </w:sdtContent>
      </w:sdt>
      <w:r w:rsidRPr="009F1BC6">
        <w:t xml:space="preserve"> from my summer internship at</w:t>
      </w:r>
      <w:r w:rsidR="002835E1" w:rsidRPr="009F1BC6">
        <w:t xml:space="preserve"> </w:t>
      </w:r>
      <w:sdt>
        <w:sdtPr>
          <w:alias w:val="Company"/>
          <w:tag w:val="Company"/>
          <w:id w:val="1731347500"/>
          <w:placeholder>
            <w:docPart w:val="A0EBAA6C5C08844DA387F7CF1BCCC287"/>
          </w:placeholder>
          <w:temporary/>
          <w:showingPlcHdr/>
        </w:sdtPr>
        <w:sdtEndPr/>
        <w:sdtContent>
          <w:r w:rsidR="002835E1" w:rsidRPr="009F1BC6">
            <w:rPr>
              <w:rStyle w:val="PlaceholderText"/>
            </w:rPr>
            <w:t>[Company Name]</w:t>
          </w:r>
        </w:sdtContent>
      </w:sdt>
      <w:r w:rsidRPr="009F1BC6">
        <w:t>.</w:t>
      </w:r>
    </w:p>
    <w:p w:rsidR="002838DA" w:rsidRPr="009F1BC6" w:rsidRDefault="002838DA" w:rsidP="009F1BC6">
      <w:r w:rsidRPr="009F1BC6">
        <w:t xml:space="preserve">If you feel that you are familiar enough with my education and skills to write a recommendation for me, please contact me by phone at </w:t>
      </w:r>
      <w:sdt>
        <w:sdtPr>
          <w:alias w:val="Phone"/>
          <w:tag w:val="Phone"/>
          <w:id w:val="1731347527"/>
          <w:placeholder>
            <w:docPart w:val="CC22BC623A265C47B38290903992ACB7"/>
          </w:placeholder>
          <w:temporary/>
          <w:showingPlcHdr/>
        </w:sdtPr>
        <w:sdtEndPr/>
        <w:sdtContent>
          <w:r w:rsidR="002835E1" w:rsidRPr="009F1BC6">
            <w:rPr>
              <w:rStyle w:val="PlaceholderText"/>
            </w:rPr>
            <w:t>[phone number]</w:t>
          </w:r>
        </w:sdtContent>
      </w:sdt>
      <w:r w:rsidRPr="009F1BC6">
        <w:t xml:space="preserve"> </w:t>
      </w:r>
      <w:r w:rsidR="002835E1" w:rsidRPr="009F1BC6">
        <w:t>or by e</w:t>
      </w:r>
      <w:r w:rsidRPr="009F1BC6">
        <w:t>mail at</w:t>
      </w:r>
      <w:r w:rsidR="002835E1" w:rsidRPr="009F1BC6">
        <w:t xml:space="preserve"> </w:t>
      </w:r>
      <w:sdt>
        <w:sdtPr>
          <w:alias w:val="Email"/>
          <w:tag w:val="Email"/>
          <w:id w:val="1731347554"/>
          <w:placeholder>
            <w:docPart w:val="2A7103B12792CD4D8CAFE7C000E0A25D"/>
          </w:placeholder>
          <w:temporary/>
          <w:showingPlcHdr/>
        </w:sdtPr>
        <w:sdtEndPr/>
        <w:sdtContent>
          <w:r w:rsidR="009F1BC6" w:rsidRPr="009F1BC6">
            <w:rPr>
              <w:rStyle w:val="PlaceholderText"/>
            </w:rPr>
            <w:t>[e</w:t>
          </w:r>
          <w:r w:rsidR="002835E1" w:rsidRPr="009F1BC6">
            <w:rPr>
              <w:rStyle w:val="PlaceholderText"/>
            </w:rPr>
            <w:t>mail address]</w:t>
          </w:r>
        </w:sdtContent>
      </w:sdt>
      <w:r w:rsidRPr="009F1BC6">
        <w:t>. I will send you a stamped, self-addressed envelope in which to send your recommendation.</w:t>
      </w:r>
    </w:p>
    <w:p w:rsidR="00272AE7" w:rsidRPr="009F1BC6" w:rsidRDefault="002838DA" w:rsidP="009F1BC6">
      <w:r w:rsidRPr="009F1BC6">
        <w:t>Whatever your decision, please accept my sincere thanks for your time and consideration of my request</w:t>
      </w:r>
      <w:r w:rsidR="00272AE7" w:rsidRPr="009F1BC6">
        <w:t>.</w:t>
      </w:r>
    </w:p>
    <w:p w:rsidR="00FD5F91" w:rsidRDefault="00D27A70" w:rsidP="00FD5F91">
      <w:pPr>
        <w:pStyle w:val="Closing"/>
      </w:pPr>
      <w:r>
        <w:t>Sincerely,</w:t>
      </w:r>
    </w:p>
    <w:sdt>
      <w:sdtPr>
        <w:alias w:val="Name"/>
        <w:tag w:val="Name"/>
        <w:id w:val="1731347581"/>
        <w:placeholder>
          <w:docPart w:val="9C653C77B4BDD9439268842D21D7C331"/>
        </w:placeholder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 w:multiLine="1"/>
      </w:sdtPr>
      <w:sdtEndPr/>
      <w:sdtContent>
        <w:p w:rsidR="002835E1" w:rsidRDefault="002835E1" w:rsidP="002835E1">
          <w:pPr>
            <w:pStyle w:val="Address"/>
          </w:pPr>
          <w:r w:rsidRPr="00080BB2">
            <w:t>[Your Name]</w:t>
          </w:r>
        </w:p>
      </w:sdtContent>
    </w:sdt>
    <w:p w:rsidR="00517A98" w:rsidRDefault="00D27A70" w:rsidP="00080BB2">
      <w:pPr>
        <w:pStyle w:val="ccEnclosure"/>
      </w:pPr>
      <w:r>
        <w:t>Enclosure</w:t>
      </w:r>
      <w:r w:rsidR="00080BB2">
        <w:t>s</w:t>
      </w:r>
    </w:p>
    <w:sectPr w:rsidR="00517A98" w:rsidSect="00080BB2">
      <w:headerReference w:type="default" r:id="rId9"/>
      <w:pgSz w:w="12240" w:h="15840" w:code="1"/>
      <w:pgMar w:top="216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A69" w:rsidRDefault="006F2A69">
      <w:r>
        <w:separator/>
      </w:r>
    </w:p>
  </w:endnote>
  <w:endnote w:type="continuationSeparator" w:id="0">
    <w:p w:rsidR="006F2A69" w:rsidRDefault="006F2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Ｐゴシック">
    <w:panose1 w:val="00000000000000000000"/>
    <w:charset w:val="80"/>
    <w:family w:val="roman"/>
    <w:notTrueType/>
    <w:pitch w:val="default"/>
  </w:font>
  <w:font w:name="ＭＳ Ｐ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A69" w:rsidRDefault="006F2A69">
      <w:r>
        <w:separator/>
      </w:r>
    </w:p>
  </w:footnote>
  <w:footnote w:type="continuationSeparator" w:id="0">
    <w:p w:rsidR="006F2A69" w:rsidRDefault="006F2A6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5E1" w:rsidRDefault="006F2A69" w:rsidP="002835E1">
    <w:pPr>
      <w:pStyle w:val="Header"/>
    </w:pPr>
    <w:sdt>
      <w:sdtPr>
        <w:alias w:val="Name"/>
        <w:tag w:val="Name"/>
        <w:id w:val="1731347582"/>
        <w:placeholder>
          <w:docPart w:val="601CBDECD430994ABCA2C027FBBD2679"/>
        </w:placeholder>
        <w:showingPlcHdr/>
        <w:dataBinding w:prefixMappings="xmlns:ns0='http://schemas.microsoft.com/office/2006/coverPageProps' " w:xpath="/ns0:CoverPageProperties[1]/ns0:CompanyAddress[1]" w:storeItemID="{55AF091B-3C7A-41E3-B477-F2FDAA23CFDA}"/>
        <w:text w:multiLine="1"/>
      </w:sdtPr>
      <w:sdtEndPr/>
      <w:sdtContent>
        <w:r w:rsidR="002835E1">
          <w:t>[Recipient Name]</w:t>
        </w:r>
      </w:sdtContent>
    </w:sdt>
  </w:p>
  <w:sdt>
    <w:sdtPr>
      <w:alias w:val="Date"/>
      <w:tag w:val="Date"/>
      <w:id w:val="1731347584"/>
      <w:placeholder>
        <w:docPart w:val="E10D0A2F94797840A323620AF2560141"/>
      </w:placeholder>
      <w:showingPlcHdr/>
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<w:text/>
    </w:sdtPr>
    <w:sdtEndPr/>
    <w:sdtContent>
      <w:p w:rsidR="002835E1" w:rsidRDefault="002835E1" w:rsidP="002835E1">
        <w:pPr>
          <w:pStyle w:val="Header"/>
        </w:pPr>
        <w:r>
          <w:t>[Date]</w:t>
        </w:r>
      </w:p>
    </w:sdtContent>
  </w:sdt>
  <w:p w:rsidR="00487579" w:rsidRPr="000B7DA8" w:rsidRDefault="00487579" w:rsidP="002835E1">
    <w:pPr>
      <w:pStyle w:val="Header"/>
    </w:pPr>
    <w:r>
      <w:t xml:space="preserve">Page </w:t>
    </w:r>
    <w:r w:rsidR="00912DAB"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="00912DAB" w:rsidRPr="000B7DA8">
      <w:rPr>
        <w:rStyle w:val="PageNumber"/>
      </w:rPr>
      <w:fldChar w:fldCharType="separate"/>
    </w:r>
    <w:r w:rsidR="009F1BC6">
      <w:rPr>
        <w:rStyle w:val="PageNumber"/>
        <w:noProof/>
      </w:rPr>
      <w:t>2</w:t>
    </w:r>
    <w:r w:rsidR="00912DAB" w:rsidRPr="000B7DA8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2EE6E5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ACCFF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1360E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8334E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26CCCE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D86B6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082B85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A588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CC40E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008DA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A69"/>
    <w:rsid w:val="00080BB2"/>
    <w:rsid w:val="000B7DA8"/>
    <w:rsid w:val="000F2F1D"/>
    <w:rsid w:val="00105B65"/>
    <w:rsid w:val="0013733D"/>
    <w:rsid w:val="00165240"/>
    <w:rsid w:val="001745B1"/>
    <w:rsid w:val="001B0EB0"/>
    <w:rsid w:val="001C39C4"/>
    <w:rsid w:val="001C3B37"/>
    <w:rsid w:val="001D185A"/>
    <w:rsid w:val="00204EBD"/>
    <w:rsid w:val="0021430B"/>
    <w:rsid w:val="00255735"/>
    <w:rsid w:val="00267CC0"/>
    <w:rsid w:val="00272AE7"/>
    <w:rsid w:val="002835E1"/>
    <w:rsid w:val="002838DA"/>
    <w:rsid w:val="002F341B"/>
    <w:rsid w:val="00333A3F"/>
    <w:rsid w:val="003A65CF"/>
    <w:rsid w:val="004029BF"/>
    <w:rsid w:val="00422D2C"/>
    <w:rsid w:val="00452DEA"/>
    <w:rsid w:val="00487579"/>
    <w:rsid w:val="004B5B67"/>
    <w:rsid w:val="004C0DEC"/>
    <w:rsid w:val="00517A98"/>
    <w:rsid w:val="00530AAD"/>
    <w:rsid w:val="00575B10"/>
    <w:rsid w:val="005B2344"/>
    <w:rsid w:val="005F4F00"/>
    <w:rsid w:val="0061751D"/>
    <w:rsid w:val="006308D8"/>
    <w:rsid w:val="00643A94"/>
    <w:rsid w:val="00650B2F"/>
    <w:rsid w:val="006F02C2"/>
    <w:rsid w:val="006F2A69"/>
    <w:rsid w:val="007334AD"/>
    <w:rsid w:val="007347D7"/>
    <w:rsid w:val="00744147"/>
    <w:rsid w:val="00767097"/>
    <w:rsid w:val="007834BF"/>
    <w:rsid w:val="007C2960"/>
    <w:rsid w:val="007D03C5"/>
    <w:rsid w:val="007F303E"/>
    <w:rsid w:val="00801766"/>
    <w:rsid w:val="00852CDA"/>
    <w:rsid w:val="00876FF3"/>
    <w:rsid w:val="008C0A78"/>
    <w:rsid w:val="00912DAB"/>
    <w:rsid w:val="009321DF"/>
    <w:rsid w:val="00956F81"/>
    <w:rsid w:val="00981E11"/>
    <w:rsid w:val="009A462A"/>
    <w:rsid w:val="009E1724"/>
    <w:rsid w:val="009F1BC6"/>
    <w:rsid w:val="009F2F6E"/>
    <w:rsid w:val="009F34DD"/>
    <w:rsid w:val="00A46190"/>
    <w:rsid w:val="00AE27A5"/>
    <w:rsid w:val="00B26817"/>
    <w:rsid w:val="00B73416"/>
    <w:rsid w:val="00B76823"/>
    <w:rsid w:val="00BD0BBB"/>
    <w:rsid w:val="00C833FF"/>
    <w:rsid w:val="00C84084"/>
    <w:rsid w:val="00CC2ADC"/>
    <w:rsid w:val="00CE2C65"/>
    <w:rsid w:val="00CF13D7"/>
    <w:rsid w:val="00D12684"/>
    <w:rsid w:val="00D27A70"/>
    <w:rsid w:val="00EA5EAF"/>
    <w:rsid w:val="00F07C74"/>
    <w:rsid w:val="00F87DA3"/>
    <w:rsid w:val="00FD0588"/>
    <w:rsid w:val="00FD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qFormat="1"/>
    <w:lsdException w:name="Signature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qFormat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F1BC6"/>
    <w:pPr>
      <w:spacing w:after="240" w:line="276" w:lineRule="auto"/>
    </w:pPr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rsid w:val="002835E1"/>
    <w:pPr>
      <w:keepNext/>
      <w:spacing w:before="240" w:after="60"/>
      <w:outlineLvl w:val="0"/>
    </w:pPr>
    <w:rPr>
      <w:rFonts w:asciiTheme="majorHAnsi" w:hAnsiTheme="majorHAnsi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2835E1"/>
    <w:pPr>
      <w:spacing w:after="0"/>
    </w:pPr>
  </w:style>
  <w:style w:type="paragraph" w:styleId="Date">
    <w:name w:val="Date"/>
    <w:basedOn w:val="Normal"/>
    <w:next w:val="Normal"/>
    <w:qFormat/>
    <w:rsid w:val="00981E11"/>
    <w:pPr>
      <w:spacing w:after="480"/>
    </w:pPr>
  </w:style>
  <w:style w:type="character" w:styleId="PlaceholderText">
    <w:name w:val="Placeholder Text"/>
    <w:basedOn w:val="DefaultParagraphFont"/>
    <w:uiPriority w:val="99"/>
    <w:semiHidden/>
    <w:rsid w:val="002835E1"/>
    <w:rPr>
      <w:color w:val="808080"/>
    </w:rPr>
  </w:style>
  <w:style w:type="paragraph" w:styleId="Salutation">
    <w:name w:val="Salutation"/>
    <w:basedOn w:val="Normal"/>
    <w:next w:val="Normal"/>
    <w:qFormat/>
    <w:rsid w:val="00852CDA"/>
    <w:pPr>
      <w:spacing w:before="480"/>
    </w:pPr>
  </w:style>
  <w:style w:type="paragraph" w:styleId="Closing">
    <w:name w:val="Closing"/>
    <w:basedOn w:val="Normal"/>
    <w:qFormat/>
    <w:rsid w:val="00981E11"/>
    <w:pPr>
      <w:spacing w:after="960"/>
    </w:pPr>
  </w:style>
  <w:style w:type="paragraph" w:customStyle="1" w:styleId="ccEnclosure">
    <w:name w:val="cc:/Enclosure"/>
    <w:basedOn w:val="Normal"/>
    <w:unhideWhenUsed/>
    <w:qFormat/>
    <w:rsid w:val="00CF13D7"/>
    <w:pPr>
      <w:tabs>
        <w:tab w:val="left" w:pos="1440"/>
      </w:tabs>
      <w:spacing w:before="240"/>
      <w:ind w:left="1440" w:hanging="14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2835E1"/>
    <w:pPr>
      <w:tabs>
        <w:tab w:val="center" w:pos="4320"/>
        <w:tab w:val="right" w:pos="8640"/>
      </w:tabs>
      <w:spacing w:after="0"/>
    </w:pPr>
  </w:style>
  <w:style w:type="paragraph" w:styleId="Footer">
    <w:name w:val="footer"/>
    <w:basedOn w:val="Normal"/>
    <w:semiHidden/>
    <w:unhideWhenUsed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unhideWhenUsed/>
    <w:rsid w:val="000B7DA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qFormat="1"/>
    <w:lsdException w:name="Signature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qFormat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F1BC6"/>
    <w:pPr>
      <w:spacing w:after="240" w:line="276" w:lineRule="auto"/>
    </w:pPr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rsid w:val="002835E1"/>
    <w:pPr>
      <w:keepNext/>
      <w:spacing w:before="240" w:after="60"/>
      <w:outlineLvl w:val="0"/>
    </w:pPr>
    <w:rPr>
      <w:rFonts w:asciiTheme="majorHAnsi" w:hAnsiTheme="majorHAnsi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2835E1"/>
    <w:pPr>
      <w:spacing w:after="0"/>
    </w:pPr>
  </w:style>
  <w:style w:type="paragraph" w:styleId="Date">
    <w:name w:val="Date"/>
    <w:basedOn w:val="Normal"/>
    <w:next w:val="Normal"/>
    <w:qFormat/>
    <w:rsid w:val="00981E11"/>
    <w:pPr>
      <w:spacing w:after="480"/>
    </w:pPr>
  </w:style>
  <w:style w:type="character" w:styleId="PlaceholderText">
    <w:name w:val="Placeholder Text"/>
    <w:basedOn w:val="DefaultParagraphFont"/>
    <w:uiPriority w:val="99"/>
    <w:semiHidden/>
    <w:rsid w:val="002835E1"/>
    <w:rPr>
      <w:color w:val="808080"/>
    </w:rPr>
  </w:style>
  <w:style w:type="paragraph" w:styleId="Salutation">
    <w:name w:val="Salutation"/>
    <w:basedOn w:val="Normal"/>
    <w:next w:val="Normal"/>
    <w:qFormat/>
    <w:rsid w:val="00852CDA"/>
    <w:pPr>
      <w:spacing w:before="480"/>
    </w:pPr>
  </w:style>
  <w:style w:type="paragraph" w:styleId="Closing">
    <w:name w:val="Closing"/>
    <w:basedOn w:val="Normal"/>
    <w:qFormat/>
    <w:rsid w:val="00981E11"/>
    <w:pPr>
      <w:spacing w:after="960"/>
    </w:pPr>
  </w:style>
  <w:style w:type="paragraph" w:customStyle="1" w:styleId="ccEnclosure">
    <w:name w:val="cc:/Enclosure"/>
    <w:basedOn w:val="Normal"/>
    <w:unhideWhenUsed/>
    <w:qFormat/>
    <w:rsid w:val="00CF13D7"/>
    <w:pPr>
      <w:tabs>
        <w:tab w:val="left" w:pos="1440"/>
      </w:tabs>
      <w:spacing w:before="240"/>
      <w:ind w:left="1440" w:hanging="14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2835E1"/>
    <w:pPr>
      <w:tabs>
        <w:tab w:val="center" w:pos="4320"/>
        <w:tab w:val="right" w:pos="8640"/>
      </w:tabs>
      <w:spacing w:after="0"/>
    </w:pPr>
  </w:style>
  <w:style w:type="paragraph" w:styleId="Footer">
    <w:name w:val="footer"/>
    <w:basedOn w:val="Normal"/>
    <w:semiHidden/>
    <w:unhideWhenUsed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unhideWhenUsed/>
    <w:rsid w:val="000B7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khalidfarooq:Downloads:TS1028076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60891DD84DC944EAE9F5171BF8699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D104F2-A58B-C042-9153-40D26170B9A7}"/>
      </w:docPartPr>
      <w:docPartBody>
        <w:p w:rsidR="00000000" w:rsidRDefault="00653F49">
          <w:pPr>
            <w:pStyle w:val="E60891DD84DC944EAE9F5171BF8699F4"/>
          </w:pPr>
          <w:r>
            <w:t>[Your Name]</w:t>
          </w:r>
        </w:p>
      </w:docPartBody>
    </w:docPart>
    <w:docPart>
      <w:docPartPr>
        <w:name w:val="9F0329C753D0324FADC50B398A8580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E05039-F12A-B445-8D35-5DE04FFC1D55}"/>
      </w:docPartPr>
      <w:docPartBody>
        <w:p w:rsidR="00000000" w:rsidRDefault="00653F49">
          <w:pPr>
            <w:pStyle w:val="9F0329C753D0324FADC50B398A8580AE"/>
          </w:pPr>
          <w:r>
            <w:t>[Street Address]</w:t>
          </w:r>
        </w:p>
      </w:docPartBody>
    </w:docPart>
    <w:docPart>
      <w:docPartPr>
        <w:name w:val="7AB95D47A4EC614C882F0FDE136295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277D7C-D679-334B-B2D3-A80CA5230133}"/>
      </w:docPartPr>
      <w:docPartBody>
        <w:p w:rsidR="00000000" w:rsidRDefault="00653F49">
          <w:pPr>
            <w:pStyle w:val="7AB95D47A4EC614C882F0FDE1362957C"/>
          </w:pPr>
          <w:r>
            <w:t>[City, ST  ZIP Code]</w:t>
          </w:r>
        </w:p>
      </w:docPartBody>
    </w:docPart>
    <w:docPart>
      <w:docPartPr>
        <w:name w:val="ED09AE913F27D547BDC4C1027E92B3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662B61-716D-E04D-BC80-348EAF70A88C}"/>
      </w:docPartPr>
      <w:docPartBody>
        <w:p w:rsidR="00000000" w:rsidRDefault="00653F49">
          <w:pPr>
            <w:pStyle w:val="ED09AE913F27D547BDC4C1027E92B315"/>
          </w:pPr>
          <w:r>
            <w:t>[Date]</w:t>
          </w:r>
        </w:p>
      </w:docPartBody>
    </w:docPart>
    <w:docPart>
      <w:docPartPr>
        <w:name w:val="7F1001369CF1F847B376C0F5C53562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359691-974D-2A47-93CF-3B7C0872F741}"/>
      </w:docPartPr>
      <w:docPartBody>
        <w:p w:rsidR="00000000" w:rsidRDefault="00653F49">
          <w:pPr>
            <w:pStyle w:val="7F1001369CF1F847B376C0F5C5356253"/>
          </w:pPr>
          <w:r>
            <w:t>[Recipient Name]</w:t>
          </w:r>
        </w:p>
      </w:docPartBody>
    </w:docPart>
    <w:docPart>
      <w:docPartPr>
        <w:name w:val="FEB4F2E76C2CC347A36C1C595902A5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D7A068-6400-F542-B0C4-20652B1060EB}"/>
      </w:docPartPr>
      <w:docPartBody>
        <w:p w:rsidR="00000000" w:rsidRDefault="00653F49">
          <w:pPr>
            <w:pStyle w:val="FEB4F2E76C2CC347A36C1C595902A50E"/>
          </w:pPr>
          <w:r>
            <w:t>[Title]</w:t>
          </w:r>
        </w:p>
      </w:docPartBody>
    </w:docPart>
    <w:docPart>
      <w:docPartPr>
        <w:name w:val="316DD365C329E248A791AB312D46B2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B9744-AC8A-7C44-A90D-6F5D1CAA9EB4}"/>
      </w:docPartPr>
      <w:docPartBody>
        <w:p w:rsidR="00000000" w:rsidRDefault="00653F49">
          <w:pPr>
            <w:pStyle w:val="316DD365C329E248A791AB312D46B21E"/>
          </w:pPr>
          <w:r>
            <w:t>[School Name]</w:t>
          </w:r>
        </w:p>
      </w:docPartBody>
    </w:docPart>
    <w:docPart>
      <w:docPartPr>
        <w:name w:val="ED430FE5F4B38C419800D77ECA450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216FD7-5F0E-E545-AEFD-E0AFFAF5803D}"/>
      </w:docPartPr>
      <w:docPartBody>
        <w:p w:rsidR="00000000" w:rsidRDefault="00653F49">
          <w:pPr>
            <w:pStyle w:val="ED430FE5F4B38C419800D77ECA450412"/>
          </w:pPr>
          <w:r>
            <w:t>[Street Address]</w:t>
          </w:r>
        </w:p>
      </w:docPartBody>
    </w:docPart>
    <w:docPart>
      <w:docPartPr>
        <w:name w:val="7529804C7BB6B44FADD4C57C201D39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901574-E433-A041-89F0-10842AE64515}"/>
      </w:docPartPr>
      <w:docPartBody>
        <w:p w:rsidR="00000000" w:rsidRDefault="00653F49">
          <w:pPr>
            <w:pStyle w:val="7529804C7BB6B44FADD4C57C201D3944"/>
          </w:pPr>
          <w:r>
            <w:t>[City, ST  ZIP Code]</w:t>
          </w:r>
        </w:p>
      </w:docPartBody>
    </w:docPart>
    <w:docPart>
      <w:docPartPr>
        <w:name w:val="C68EDAD33D56E546992AA874502E8D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29179B-56C2-824B-A0DD-870109C3E0F6}"/>
      </w:docPartPr>
      <w:docPartBody>
        <w:p w:rsidR="00000000" w:rsidRDefault="00653F49">
          <w:pPr>
            <w:pStyle w:val="C68EDAD33D56E546992AA874502E8D23"/>
          </w:pPr>
          <w:r>
            <w:t>[Recipient Name]</w:t>
          </w:r>
        </w:p>
      </w:docPartBody>
    </w:docPart>
    <w:docPart>
      <w:docPartPr>
        <w:name w:val="9BBBD63983905441853247D85E2E18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4B916-F7D3-274D-8C67-2E67D367E474}"/>
      </w:docPartPr>
      <w:docPartBody>
        <w:p w:rsidR="00000000" w:rsidRDefault="00653F49">
          <w:pPr>
            <w:pStyle w:val="9BBBD63983905441853247D85E2E18A9"/>
          </w:pPr>
          <w:r w:rsidRPr="009F1BC6">
            <w:rPr>
              <w:rStyle w:val="PlaceholderText"/>
            </w:rPr>
            <w:t>[job title]</w:t>
          </w:r>
        </w:p>
      </w:docPartBody>
    </w:docPart>
    <w:docPart>
      <w:docPartPr>
        <w:name w:val="60A294EDB806E44D805E06FBF337F7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A46FED-4274-2341-A23C-9155F169CBCA}"/>
      </w:docPartPr>
      <w:docPartBody>
        <w:p w:rsidR="00000000" w:rsidRDefault="00653F49">
          <w:pPr>
            <w:pStyle w:val="60A294EDB806E44D805E06FBF337F78F"/>
          </w:pPr>
          <w:r w:rsidRPr="009F1BC6">
            <w:rPr>
              <w:rStyle w:val="PlaceholderText"/>
            </w:rPr>
            <w:t>[Company Name]</w:t>
          </w:r>
        </w:p>
      </w:docPartBody>
    </w:docPart>
    <w:docPart>
      <w:docPartPr>
        <w:name w:val="CA39600A06895547B44C6123F3430A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B6006E-9849-1549-AED5-9CB99F4E72EF}"/>
      </w:docPartPr>
      <w:docPartBody>
        <w:p w:rsidR="00000000" w:rsidRDefault="00653F49">
          <w:pPr>
            <w:pStyle w:val="CA39600A06895547B44C6123F3430A1C"/>
          </w:pPr>
          <w:r w:rsidRPr="009F1BC6">
            <w:rPr>
              <w:rStyle w:val="PlaceholderText"/>
            </w:rPr>
            <w:t>[class title]</w:t>
          </w:r>
        </w:p>
      </w:docPartBody>
    </w:docPart>
    <w:docPart>
      <w:docPartPr>
        <w:name w:val="FAFD885BBFCDAF40AAA307E8462C64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E22F6-3466-EA43-8CBA-82593C239B9A}"/>
      </w:docPartPr>
      <w:docPartBody>
        <w:p w:rsidR="00000000" w:rsidRDefault="00653F49">
          <w:pPr>
            <w:pStyle w:val="FAFD885BBFCDAF40AAA307E8462C6489"/>
          </w:pPr>
          <w:r w:rsidRPr="009F1BC6">
            <w:rPr>
              <w:rStyle w:val="PlaceholderText"/>
            </w:rPr>
            <w:t>[grade point average]</w:t>
          </w:r>
        </w:p>
      </w:docPartBody>
    </w:docPart>
    <w:docPart>
      <w:docPartPr>
        <w:name w:val="69C8AB9316AB614C98132B55E94DC2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1C0104-1DCD-5247-977C-5862A32EAEF3}"/>
      </w:docPartPr>
      <w:docPartBody>
        <w:p w:rsidR="00000000" w:rsidRDefault="00653F49">
          <w:pPr>
            <w:pStyle w:val="69C8AB9316AB614C98132B55E94DC2B3"/>
          </w:pPr>
          <w:r w:rsidRPr="009F1BC6">
            <w:rPr>
              <w:rStyle w:val="PlaceholderText"/>
            </w:rPr>
            <w:t>[description of areas of excellence]</w:t>
          </w:r>
        </w:p>
      </w:docPartBody>
    </w:docPart>
    <w:docPart>
      <w:docPartPr>
        <w:name w:val="35B856E1FE63704E87B33F185D4F9F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3931E7-6B2B-6445-8362-E32178997C9C}"/>
      </w:docPartPr>
      <w:docPartBody>
        <w:p w:rsidR="00000000" w:rsidRDefault="00653F49">
          <w:pPr>
            <w:pStyle w:val="35B856E1FE63704E87B33F185D4F9F15"/>
          </w:pPr>
          <w:r w:rsidRPr="009F1BC6">
            <w:rPr>
              <w:rStyle w:val="PlaceholderText"/>
            </w:rPr>
            <w:t>[areas of experience]</w:t>
          </w:r>
        </w:p>
      </w:docPartBody>
    </w:docPart>
    <w:docPart>
      <w:docPartPr>
        <w:name w:val="A0EBAA6C5C08844DA387F7CF1BCCC2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40D6E8-EF0C-FB46-A37B-A2590581C575}"/>
      </w:docPartPr>
      <w:docPartBody>
        <w:p w:rsidR="00000000" w:rsidRDefault="00653F49">
          <w:pPr>
            <w:pStyle w:val="A0EBAA6C5C08844DA387F7CF1BCCC287"/>
          </w:pPr>
          <w:r w:rsidRPr="009F1BC6">
            <w:rPr>
              <w:rStyle w:val="PlaceholderText"/>
            </w:rPr>
            <w:t>[Company Name]</w:t>
          </w:r>
        </w:p>
      </w:docPartBody>
    </w:docPart>
    <w:docPart>
      <w:docPartPr>
        <w:name w:val="CC22BC623A265C47B38290903992AC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637764-CD7A-FD4C-A0E2-78798CA63D2F}"/>
      </w:docPartPr>
      <w:docPartBody>
        <w:p w:rsidR="00000000" w:rsidRDefault="00653F49">
          <w:pPr>
            <w:pStyle w:val="CC22BC623A265C47B38290903992ACB7"/>
          </w:pPr>
          <w:r w:rsidRPr="009F1BC6">
            <w:rPr>
              <w:rStyle w:val="PlaceholderText"/>
            </w:rPr>
            <w:t>[phone number]</w:t>
          </w:r>
        </w:p>
      </w:docPartBody>
    </w:docPart>
    <w:docPart>
      <w:docPartPr>
        <w:name w:val="2A7103B12792CD4D8CAFE7C000E0A2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2A51D8-218D-3E4A-8952-DBA746E37FD5}"/>
      </w:docPartPr>
      <w:docPartBody>
        <w:p w:rsidR="00000000" w:rsidRDefault="00653F49">
          <w:pPr>
            <w:pStyle w:val="2A7103B12792CD4D8CAFE7C000E0A25D"/>
          </w:pPr>
          <w:r w:rsidRPr="009F1BC6">
            <w:rPr>
              <w:rStyle w:val="PlaceholderText"/>
            </w:rPr>
            <w:t>[email address]</w:t>
          </w:r>
        </w:p>
      </w:docPartBody>
    </w:docPart>
    <w:docPart>
      <w:docPartPr>
        <w:name w:val="9C653C77B4BDD9439268842D21D7C3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7FB996-D74E-264B-8E48-13F3BD4467DA}"/>
      </w:docPartPr>
      <w:docPartBody>
        <w:p w:rsidR="00000000" w:rsidRDefault="00653F49">
          <w:pPr>
            <w:pStyle w:val="9C653C77B4BDD9439268842D21D7C331"/>
          </w:pPr>
          <w:r w:rsidRPr="00080BB2">
            <w:t>[Your Name]</w:t>
          </w:r>
        </w:p>
      </w:docPartBody>
    </w:docPart>
    <w:docPart>
      <w:docPartPr>
        <w:name w:val="601CBDECD430994ABCA2C027FBBD26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B1CE36-A330-ED4E-88EE-4307F0F4EB73}"/>
      </w:docPartPr>
      <w:docPartBody>
        <w:p w:rsidR="00000000" w:rsidRDefault="00653F49">
          <w:pPr>
            <w:pStyle w:val="601CBDECD430994ABCA2C027FBBD2679"/>
          </w:pPr>
          <w:r>
            <w:t>[Recipient Name]</w:t>
          </w:r>
        </w:p>
      </w:docPartBody>
    </w:docPart>
    <w:docPart>
      <w:docPartPr>
        <w:name w:val="E10D0A2F94797840A323620AF25601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62F507-733D-7040-8D1C-5A3B35EFC2EB}"/>
      </w:docPartPr>
      <w:docPartBody>
        <w:p w:rsidR="00000000" w:rsidRDefault="00653F49">
          <w:pPr>
            <w:pStyle w:val="E10D0A2F94797840A323620AF2560141"/>
          </w:pPr>
          <w: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Ｐゴシック">
    <w:panose1 w:val="00000000000000000000"/>
    <w:charset w:val="80"/>
    <w:family w:val="roman"/>
    <w:notTrueType/>
    <w:pitch w:val="default"/>
  </w:font>
  <w:font w:name="ＭＳ Ｐ明朝">
    <w:panose1 w:val="00000000000000000000"/>
    <w:charset w:val="8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60891DD84DC944EAE9F5171BF8699F4">
    <w:name w:val="E60891DD84DC944EAE9F5171BF8699F4"/>
  </w:style>
  <w:style w:type="paragraph" w:customStyle="1" w:styleId="9F0329C753D0324FADC50B398A8580AE">
    <w:name w:val="9F0329C753D0324FADC50B398A8580AE"/>
  </w:style>
  <w:style w:type="paragraph" w:customStyle="1" w:styleId="7AB95D47A4EC614C882F0FDE1362957C">
    <w:name w:val="7AB95D47A4EC614C882F0FDE1362957C"/>
  </w:style>
  <w:style w:type="paragraph" w:customStyle="1" w:styleId="ED09AE913F27D547BDC4C1027E92B315">
    <w:name w:val="ED09AE913F27D547BDC4C1027E92B315"/>
  </w:style>
  <w:style w:type="paragraph" w:customStyle="1" w:styleId="7F1001369CF1F847B376C0F5C5356253">
    <w:name w:val="7F1001369CF1F847B376C0F5C5356253"/>
  </w:style>
  <w:style w:type="paragraph" w:customStyle="1" w:styleId="FEB4F2E76C2CC347A36C1C595902A50E">
    <w:name w:val="FEB4F2E76C2CC347A36C1C595902A50E"/>
  </w:style>
  <w:style w:type="paragraph" w:customStyle="1" w:styleId="316DD365C329E248A791AB312D46B21E">
    <w:name w:val="316DD365C329E248A791AB312D46B21E"/>
  </w:style>
  <w:style w:type="paragraph" w:customStyle="1" w:styleId="ED430FE5F4B38C419800D77ECA450412">
    <w:name w:val="ED430FE5F4B38C419800D77ECA450412"/>
  </w:style>
  <w:style w:type="paragraph" w:customStyle="1" w:styleId="7529804C7BB6B44FADD4C57C201D3944">
    <w:name w:val="7529804C7BB6B44FADD4C57C201D3944"/>
  </w:style>
  <w:style w:type="paragraph" w:customStyle="1" w:styleId="C68EDAD33D56E546992AA874502E8D23">
    <w:name w:val="C68EDAD33D56E546992AA874502E8D23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9BBBD63983905441853247D85E2E18A9">
    <w:name w:val="9BBBD63983905441853247D85E2E18A9"/>
  </w:style>
  <w:style w:type="paragraph" w:customStyle="1" w:styleId="60A294EDB806E44D805E06FBF337F78F">
    <w:name w:val="60A294EDB806E44D805E06FBF337F78F"/>
  </w:style>
  <w:style w:type="paragraph" w:customStyle="1" w:styleId="CA39600A06895547B44C6123F3430A1C">
    <w:name w:val="CA39600A06895547B44C6123F3430A1C"/>
  </w:style>
  <w:style w:type="paragraph" w:customStyle="1" w:styleId="FAFD885BBFCDAF40AAA307E8462C6489">
    <w:name w:val="FAFD885BBFCDAF40AAA307E8462C6489"/>
  </w:style>
  <w:style w:type="paragraph" w:customStyle="1" w:styleId="69C8AB9316AB614C98132B55E94DC2B3">
    <w:name w:val="69C8AB9316AB614C98132B55E94DC2B3"/>
  </w:style>
  <w:style w:type="paragraph" w:customStyle="1" w:styleId="35B856E1FE63704E87B33F185D4F9F15">
    <w:name w:val="35B856E1FE63704E87B33F185D4F9F15"/>
  </w:style>
  <w:style w:type="paragraph" w:customStyle="1" w:styleId="A0EBAA6C5C08844DA387F7CF1BCCC287">
    <w:name w:val="A0EBAA6C5C08844DA387F7CF1BCCC287"/>
  </w:style>
  <w:style w:type="paragraph" w:customStyle="1" w:styleId="CC22BC623A265C47B38290903992ACB7">
    <w:name w:val="CC22BC623A265C47B38290903992ACB7"/>
  </w:style>
  <w:style w:type="paragraph" w:customStyle="1" w:styleId="2A7103B12792CD4D8CAFE7C000E0A25D">
    <w:name w:val="2A7103B12792CD4D8CAFE7C000E0A25D"/>
  </w:style>
  <w:style w:type="paragraph" w:customStyle="1" w:styleId="9C653C77B4BDD9439268842D21D7C331">
    <w:name w:val="9C653C77B4BDD9439268842D21D7C331"/>
  </w:style>
  <w:style w:type="paragraph" w:customStyle="1" w:styleId="601CBDECD430994ABCA2C027FBBD2679">
    <w:name w:val="601CBDECD430994ABCA2C027FBBD2679"/>
  </w:style>
  <w:style w:type="paragraph" w:customStyle="1" w:styleId="E10D0A2F94797840A323620AF2560141">
    <w:name w:val="E10D0A2F94797840A323620AF2560141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60891DD84DC944EAE9F5171BF8699F4">
    <w:name w:val="E60891DD84DC944EAE9F5171BF8699F4"/>
  </w:style>
  <w:style w:type="paragraph" w:customStyle="1" w:styleId="9F0329C753D0324FADC50B398A8580AE">
    <w:name w:val="9F0329C753D0324FADC50B398A8580AE"/>
  </w:style>
  <w:style w:type="paragraph" w:customStyle="1" w:styleId="7AB95D47A4EC614C882F0FDE1362957C">
    <w:name w:val="7AB95D47A4EC614C882F0FDE1362957C"/>
  </w:style>
  <w:style w:type="paragraph" w:customStyle="1" w:styleId="ED09AE913F27D547BDC4C1027E92B315">
    <w:name w:val="ED09AE913F27D547BDC4C1027E92B315"/>
  </w:style>
  <w:style w:type="paragraph" w:customStyle="1" w:styleId="7F1001369CF1F847B376C0F5C5356253">
    <w:name w:val="7F1001369CF1F847B376C0F5C5356253"/>
  </w:style>
  <w:style w:type="paragraph" w:customStyle="1" w:styleId="FEB4F2E76C2CC347A36C1C595902A50E">
    <w:name w:val="FEB4F2E76C2CC347A36C1C595902A50E"/>
  </w:style>
  <w:style w:type="paragraph" w:customStyle="1" w:styleId="316DD365C329E248A791AB312D46B21E">
    <w:name w:val="316DD365C329E248A791AB312D46B21E"/>
  </w:style>
  <w:style w:type="paragraph" w:customStyle="1" w:styleId="ED430FE5F4B38C419800D77ECA450412">
    <w:name w:val="ED430FE5F4B38C419800D77ECA450412"/>
  </w:style>
  <w:style w:type="paragraph" w:customStyle="1" w:styleId="7529804C7BB6B44FADD4C57C201D3944">
    <w:name w:val="7529804C7BB6B44FADD4C57C201D3944"/>
  </w:style>
  <w:style w:type="paragraph" w:customStyle="1" w:styleId="C68EDAD33D56E546992AA874502E8D23">
    <w:name w:val="C68EDAD33D56E546992AA874502E8D23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9BBBD63983905441853247D85E2E18A9">
    <w:name w:val="9BBBD63983905441853247D85E2E18A9"/>
  </w:style>
  <w:style w:type="paragraph" w:customStyle="1" w:styleId="60A294EDB806E44D805E06FBF337F78F">
    <w:name w:val="60A294EDB806E44D805E06FBF337F78F"/>
  </w:style>
  <w:style w:type="paragraph" w:customStyle="1" w:styleId="CA39600A06895547B44C6123F3430A1C">
    <w:name w:val="CA39600A06895547B44C6123F3430A1C"/>
  </w:style>
  <w:style w:type="paragraph" w:customStyle="1" w:styleId="FAFD885BBFCDAF40AAA307E8462C6489">
    <w:name w:val="FAFD885BBFCDAF40AAA307E8462C6489"/>
  </w:style>
  <w:style w:type="paragraph" w:customStyle="1" w:styleId="69C8AB9316AB614C98132B55E94DC2B3">
    <w:name w:val="69C8AB9316AB614C98132B55E94DC2B3"/>
  </w:style>
  <w:style w:type="paragraph" w:customStyle="1" w:styleId="35B856E1FE63704E87B33F185D4F9F15">
    <w:name w:val="35B856E1FE63704E87B33F185D4F9F15"/>
  </w:style>
  <w:style w:type="paragraph" w:customStyle="1" w:styleId="A0EBAA6C5C08844DA387F7CF1BCCC287">
    <w:name w:val="A0EBAA6C5C08844DA387F7CF1BCCC287"/>
  </w:style>
  <w:style w:type="paragraph" w:customStyle="1" w:styleId="CC22BC623A265C47B38290903992ACB7">
    <w:name w:val="CC22BC623A265C47B38290903992ACB7"/>
  </w:style>
  <w:style w:type="paragraph" w:customStyle="1" w:styleId="2A7103B12792CD4D8CAFE7C000E0A25D">
    <w:name w:val="2A7103B12792CD4D8CAFE7C000E0A25D"/>
  </w:style>
  <w:style w:type="paragraph" w:customStyle="1" w:styleId="9C653C77B4BDD9439268842D21D7C331">
    <w:name w:val="9C653C77B4BDD9439268842D21D7C331"/>
  </w:style>
  <w:style w:type="paragraph" w:customStyle="1" w:styleId="601CBDECD430994ABCA2C027FBBD2679">
    <w:name w:val="601CBDECD430994ABCA2C027FBBD2679"/>
  </w:style>
  <w:style w:type="paragraph" w:customStyle="1" w:styleId="E10D0A2F94797840A323620AF2560141">
    <w:name w:val="E10D0A2F94797840A323620AF25601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3CF05B4C-016D-417A-A130-1EC8998D0D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TS102807632.dotx</Template>
  <TotalTime>0</TotalTime>
  <Pages>1</Pages>
  <Words>184</Words>
  <Characters>1050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for recommendation from former professor</vt:lpstr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recommendation from former professor</dc:title>
  <dc:creator>Khalid Farooq</dc:creator>
  <cp:keywords/>
  <cp:lastModifiedBy>Khalid Farooq</cp:lastModifiedBy>
  <cp:revision>1</cp:revision>
  <cp:lastPrinted>2002-01-25T00:21:00Z</cp:lastPrinted>
  <dcterms:created xsi:type="dcterms:W3CDTF">2013-08-05T13:36:00Z</dcterms:created>
  <dcterms:modified xsi:type="dcterms:W3CDTF">2013-08-05T13:36:00Z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TC060914921033</vt:lpwstr>
  </property>
</Properties>
</file>